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CD69171" w14:textId="77777777" w:rsidR="006A7602" w:rsidRDefault="006A7602" w:rsidP="00490207">
      <w:pPr>
        <w:jc w:val="both"/>
        <w:rPr>
          <w:rFonts w:ascii="Sharp Grotesk Bold 17" w:hAnsi="Sharp Grotesk Bold 17"/>
          <w:bCs/>
          <w:sz w:val="48"/>
          <w:szCs w:val="22"/>
        </w:rPr>
      </w:pPr>
      <w:r>
        <w:rPr>
          <w:rFonts w:ascii="Sharp Grotesk Bold 17" w:hAnsi="Sharp Grotesk Bold 17"/>
          <w:bCs/>
          <w:sz w:val="48"/>
          <w:szCs w:val="22"/>
        </w:rPr>
        <w:t>YOUNG LYRIC TRAINEE</w:t>
      </w:r>
    </w:p>
    <w:p w14:paraId="6AC063A8" w14:textId="1D0AA7DD" w:rsidR="00490207" w:rsidRPr="00D56B0E" w:rsidRDefault="00490207" w:rsidP="00490207">
      <w:pPr>
        <w:jc w:val="both"/>
        <w:rPr>
          <w:rFonts w:ascii="Sharp Grotesk Bold 17" w:hAnsi="Sharp Grotesk Bold 17"/>
          <w:bCs/>
          <w:sz w:val="48"/>
          <w:szCs w:val="22"/>
        </w:rPr>
      </w:pPr>
      <w:r w:rsidRPr="00D56B0E">
        <w:rPr>
          <w:rFonts w:ascii="Sharp Grotesk Bold 17" w:hAnsi="Sharp Grotesk Bold 17"/>
          <w:bCs/>
          <w:sz w:val="48"/>
          <w:szCs w:val="22"/>
        </w:rPr>
        <w:t xml:space="preserve">APPLICATION FORM – PART 1 </w:t>
      </w:r>
    </w:p>
    <w:p w14:paraId="71BC1BEA" w14:textId="77777777" w:rsidR="00490207" w:rsidRPr="00490207" w:rsidRDefault="00490207" w:rsidP="00490207">
      <w:pPr>
        <w:jc w:val="both"/>
        <w:rPr>
          <w:rFonts w:ascii="Sharp Sans" w:hAnsi="Sharp Sans"/>
          <w:bCs/>
          <w:sz w:val="22"/>
          <w:szCs w:val="22"/>
        </w:rPr>
      </w:pPr>
    </w:p>
    <w:p w14:paraId="5887D1D3" w14:textId="750AA3D1" w:rsidR="00490207" w:rsidRDefault="00490207" w:rsidP="00490207">
      <w:pPr>
        <w:jc w:val="both"/>
        <w:rPr>
          <w:rFonts w:ascii="Sharp Sans" w:hAnsi="Sharp Sans"/>
          <w:bCs/>
          <w:sz w:val="22"/>
          <w:szCs w:val="22"/>
        </w:rPr>
      </w:pPr>
      <w:r w:rsidRPr="00490207">
        <w:rPr>
          <w:rFonts w:ascii="Sharp Sans" w:hAnsi="Sharp Sans"/>
          <w:bCs/>
          <w:sz w:val="22"/>
          <w:szCs w:val="22"/>
        </w:rPr>
        <w:t xml:space="preserve">Thank you for your interest in a role at the Lyric Hammersmith Theatre. </w:t>
      </w:r>
    </w:p>
    <w:p w14:paraId="6D896231" w14:textId="6170B941" w:rsidR="00490207" w:rsidRPr="00490207" w:rsidRDefault="00490207" w:rsidP="00490207">
      <w:pPr>
        <w:jc w:val="both"/>
        <w:rPr>
          <w:rFonts w:ascii="Sharp Sans" w:hAnsi="Sharp Sans"/>
          <w:bCs/>
          <w:sz w:val="22"/>
          <w:szCs w:val="22"/>
        </w:rPr>
      </w:pPr>
    </w:p>
    <w:p w14:paraId="4A88EA23" w14:textId="3890DD1A" w:rsidR="00490207" w:rsidRDefault="00490207" w:rsidP="00490207">
      <w:pPr>
        <w:jc w:val="both"/>
        <w:rPr>
          <w:rFonts w:ascii="Sharp Sans" w:hAnsi="Sharp Sans"/>
          <w:bCs/>
          <w:sz w:val="22"/>
          <w:szCs w:val="22"/>
        </w:rPr>
      </w:pPr>
      <w:r w:rsidRPr="00490207">
        <w:rPr>
          <w:rFonts w:ascii="Sharp Sans" w:hAnsi="Sharp Sans"/>
          <w:bCs/>
          <w:sz w:val="22"/>
          <w:szCs w:val="22"/>
        </w:rPr>
        <w:t xml:space="preserve">The application form is made up of two parts – this is so we can anonymize personal information. During shortlisting, the information on Part 1 will be stored by the Lyric’s Administration Team and not shared with the hiring panel. </w:t>
      </w:r>
    </w:p>
    <w:p w14:paraId="287EFA93" w14:textId="2A5FA1DC" w:rsidR="009B5409" w:rsidRDefault="009B5409" w:rsidP="00490207">
      <w:pPr>
        <w:jc w:val="both"/>
        <w:rPr>
          <w:rFonts w:ascii="Sharp Sans" w:hAnsi="Sharp Sans"/>
          <w:bCs/>
          <w:sz w:val="22"/>
          <w:szCs w:val="22"/>
        </w:rPr>
      </w:pPr>
    </w:p>
    <w:p w14:paraId="43BF17EB" w14:textId="4DE3ADFC" w:rsidR="009B5409" w:rsidRPr="0090550D" w:rsidRDefault="009B5409" w:rsidP="00DE0930">
      <w:pPr>
        <w:rPr>
          <w:rFonts w:ascii="Sharp Sans" w:hAnsi="Sharp Sans"/>
          <w:b/>
          <w:bCs/>
          <w:sz w:val="22"/>
          <w:szCs w:val="22"/>
        </w:rPr>
      </w:pPr>
      <w:r w:rsidRPr="0090550D">
        <w:rPr>
          <w:rFonts w:ascii="Sharp Sans" w:hAnsi="Sharp Sans"/>
          <w:b/>
          <w:bCs/>
          <w:sz w:val="22"/>
          <w:szCs w:val="22"/>
        </w:rPr>
        <w:t xml:space="preserve">Please note this position is only available for </w:t>
      </w:r>
      <w:r w:rsidR="00DE0930" w:rsidRPr="00DE0930">
        <w:rPr>
          <w:rFonts w:ascii="Sharp Sans" w:hAnsi="Sharp Sans"/>
          <w:b/>
          <w:bCs/>
          <w:sz w:val="22"/>
          <w:szCs w:val="22"/>
        </w:rPr>
        <w:t xml:space="preserve">SEND (Special educational needs and disabilities) young people aged 18 – 29 who live in either Barnet, Brent, Camden, </w:t>
      </w:r>
      <w:proofErr w:type="spellStart"/>
      <w:r w:rsidR="00DE0930" w:rsidRPr="00DE0930">
        <w:rPr>
          <w:rFonts w:ascii="Sharp Sans" w:hAnsi="Sharp Sans"/>
          <w:b/>
          <w:bCs/>
          <w:sz w:val="22"/>
          <w:szCs w:val="22"/>
        </w:rPr>
        <w:t>Ealing</w:t>
      </w:r>
      <w:proofErr w:type="spellEnd"/>
      <w:r w:rsidR="00DE0930" w:rsidRPr="00DE0930">
        <w:rPr>
          <w:rFonts w:ascii="Sharp Sans" w:hAnsi="Sharp Sans"/>
          <w:b/>
          <w:bCs/>
          <w:sz w:val="22"/>
          <w:szCs w:val="22"/>
        </w:rPr>
        <w:t xml:space="preserve">, Hammersmith &amp; </w:t>
      </w:r>
      <w:proofErr w:type="spellStart"/>
      <w:r w:rsidR="00DE0930" w:rsidRPr="00DE0930">
        <w:rPr>
          <w:rFonts w:ascii="Sharp Sans" w:hAnsi="Sharp Sans"/>
          <w:b/>
          <w:bCs/>
          <w:sz w:val="22"/>
          <w:szCs w:val="22"/>
        </w:rPr>
        <w:t>Fulham</w:t>
      </w:r>
      <w:proofErr w:type="spellEnd"/>
      <w:r w:rsidR="00DE0930" w:rsidRPr="00DE0930">
        <w:rPr>
          <w:rFonts w:ascii="Sharp Sans" w:hAnsi="Sharp Sans"/>
          <w:b/>
          <w:bCs/>
          <w:sz w:val="22"/>
          <w:szCs w:val="22"/>
        </w:rPr>
        <w:t>, Harrow, Kensington &amp; Chelsea and the Cit</w:t>
      </w:r>
      <w:r w:rsidR="00543610">
        <w:rPr>
          <w:rFonts w:ascii="Sharp Sans" w:hAnsi="Sharp Sans"/>
          <w:b/>
          <w:bCs/>
          <w:sz w:val="22"/>
          <w:szCs w:val="22"/>
        </w:rPr>
        <w:t xml:space="preserve">y </w:t>
      </w:r>
      <w:bookmarkStart w:id="0" w:name="_GoBack"/>
      <w:bookmarkEnd w:id="0"/>
      <w:r w:rsidR="00DE0930">
        <w:rPr>
          <w:rFonts w:ascii="Sharp Sans" w:hAnsi="Sharp Sans"/>
          <w:b/>
          <w:bCs/>
          <w:sz w:val="22"/>
          <w:szCs w:val="22"/>
        </w:rPr>
        <w:t xml:space="preserve">of London and Westminster.  </w:t>
      </w:r>
      <w:r w:rsidRPr="0090550D">
        <w:rPr>
          <w:rFonts w:ascii="Sharp Sans" w:hAnsi="Sharp Sans"/>
          <w:b/>
          <w:bCs/>
          <w:sz w:val="22"/>
          <w:szCs w:val="22"/>
        </w:rPr>
        <w:t>This position is kindly supported by John Lyon’s Charity to help more disabled people work in the arts</w:t>
      </w:r>
    </w:p>
    <w:p w14:paraId="018B0FC5" w14:textId="15057CC6" w:rsidR="00490207" w:rsidRDefault="00490207" w:rsidP="00490207">
      <w:pPr>
        <w:jc w:val="both"/>
        <w:rPr>
          <w:rFonts w:ascii="Sharp Sans" w:hAnsi="Sharp Sans"/>
          <w:bCs/>
          <w:sz w:val="22"/>
          <w:szCs w:val="22"/>
        </w:rPr>
      </w:pPr>
    </w:p>
    <w:tbl>
      <w:tblPr>
        <w:tblStyle w:val="TableGrid"/>
        <w:tblW w:w="0" w:type="auto"/>
        <w:tblLook w:val="04A0" w:firstRow="1" w:lastRow="0" w:firstColumn="1" w:lastColumn="0" w:noHBand="0" w:noVBand="1"/>
      </w:tblPr>
      <w:tblGrid>
        <w:gridCol w:w="3681"/>
        <w:gridCol w:w="6389"/>
      </w:tblGrid>
      <w:tr w:rsidR="00490207" w14:paraId="3AC09EA4" w14:textId="77777777" w:rsidTr="00490207">
        <w:trPr>
          <w:trHeight w:val="552"/>
        </w:trPr>
        <w:tc>
          <w:tcPr>
            <w:tcW w:w="3681" w:type="dxa"/>
          </w:tcPr>
          <w:p w14:paraId="4EE89DE1"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r w:rsidRPr="00490207">
              <w:rPr>
                <w:rFonts w:ascii="Sharp Sans" w:hAnsi="Sharp Sans"/>
                <w:bCs/>
                <w:sz w:val="22"/>
                <w:szCs w:val="22"/>
              </w:rPr>
              <w:t>Post applied for:</w:t>
            </w:r>
          </w:p>
        </w:tc>
        <w:tc>
          <w:tcPr>
            <w:tcW w:w="6389" w:type="dxa"/>
          </w:tcPr>
          <w:p w14:paraId="4CFDAC1C"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r w:rsidR="00490207" w14:paraId="08B1D8E6" w14:textId="77777777" w:rsidTr="00490207">
        <w:trPr>
          <w:trHeight w:val="560"/>
        </w:trPr>
        <w:tc>
          <w:tcPr>
            <w:tcW w:w="3681" w:type="dxa"/>
          </w:tcPr>
          <w:p w14:paraId="0A92C5B5" w14:textId="77777777" w:rsidR="00490207" w:rsidRDefault="00490207" w:rsidP="00490207">
            <w:pPr>
              <w:rPr>
                <w:rFonts w:ascii="Sharp Sans" w:hAnsi="Sharp Sans"/>
                <w:bCs/>
                <w:sz w:val="22"/>
                <w:szCs w:val="22"/>
              </w:rPr>
            </w:pPr>
            <w:r w:rsidRPr="00490207">
              <w:rPr>
                <w:rFonts w:ascii="Sharp Sans" w:hAnsi="Sharp Sans"/>
                <w:bCs/>
                <w:sz w:val="22"/>
                <w:szCs w:val="22"/>
              </w:rPr>
              <w:t>How di</w:t>
            </w:r>
            <w:r>
              <w:rPr>
                <w:rFonts w:ascii="Sharp Sans" w:hAnsi="Sharp Sans"/>
                <w:bCs/>
                <w:sz w:val="22"/>
                <w:szCs w:val="22"/>
              </w:rPr>
              <w:t>d you hear about this vacancy?</w:t>
            </w:r>
            <w:r>
              <w:rPr>
                <w:rFonts w:ascii="Sharp Sans" w:hAnsi="Sharp Sans"/>
                <w:bCs/>
                <w:sz w:val="22"/>
                <w:szCs w:val="22"/>
              </w:rPr>
              <w:tab/>
            </w:r>
          </w:p>
        </w:tc>
        <w:tc>
          <w:tcPr>
            <w:tcW w:w="6389" w:type="dxa"/>
          </w:tcPr>
          <w:p w14:paraId="3BB77936"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bl>
    <w:p w14:paraId="29DA9F96" w14:textId="77777777" w:rsidR="00490207" w:rsidRPr="00490207" w:rsidRDefault="00490207" w:rsidP="00490207">
      <w:pPr>
        <w:jc w:val="both"/>
        <w:rPr>
          <w:rFonts w:ascii="Sharp Sans" w:hAnsi="Sharp Sans"/>
          <w:bCs/>
          <w:sz w:val="22"/>
          <w:szCs w:val="22"/>
        </w:rPr>
      </w:pPr>
    </w:p>
    <w:p w14:paraId="43290187" w14:textId="77777777" w:rsidR="00490207" w:rsidRDefault="00490207" w:rsidP="00490207">
      <w:pPr>
        <w:jc w:val="both"/>
        <w:rPr>
          <w:rFonts w:ascii="Sharp Sans" w:hAnsi="Sharp Sans"/>
          <w:b/>
          <w:bCs/>
          <w:sz w:val="22"/>
          <w:szCs w:val="22"/>
        </w:rPr>
      </w:pPr>
      <w:r w:rsidRPr="00490207">
        <w:rPr>
          <w:rFonts w:ascii="Sharp Sans" w:hAnsi="Sharp Sans"/>
          <w:b/>
          <w:bCs/>
          <w:sz w:val="22"/>
          <w:szCs w:val="22"/>
        </w:rPr>
        <w:t>Your details</w:t>
      </w:r>
    </w:p>
    <w:tbl>
      <w:tblPr>
        <w:tblStyle w:val="TableGrid"/>
        <w:tblW w:w="0" w:type="auto"/>
        <w:tblLook w:val="04A0" w:firstRow="1" w:lastRow="0" w:firstColumn="1" w:lastColumn="0" w:noHBand="0" w:noVBand="1"/>
      </w:tblPr>
      <w:tblGrid>
        <w:gridCol w:w="1446"/>
        <w:gridCol w:w="3794"/>
        <w:gridCol w:w="3119"/>
        <w:gridCol w:w="1711"/>
      </w:tblGrid>
      <w:tr w:rsidR="00F63FBF" w14:paraId="5C10ECEC" w14:textId="77777777" w:rsidTr="00F63FBF">
        <w:trPr>
          <w:trHeight w:val="640"/>
        </w:trPr>
        <w:tc>
          <w:tcPr>
            <w:tcW w:w="1446" w:type="dxa"/>
            <w:vAlign w:val="center"/>
          </w:tcPr>
          <w:p w14:paraId="172C6F30" w14:textId="77777777"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rPr>
                <w:rFonts w:ascii="Sharp Sans" w:hAnsi="Sharp Sans"/>
                <w:bCs/>
                <w:sz w:val="22"/>
                <w:szCs w:val="22"/>
              </w:rPr>
            </w:pPr>
            <w:r w:rsidRPr="00490207">
              <w:rPr>
                <w:rFonts w:ascii="Sharp Sans" w:hAnsi="Sharp Sans"/>
                <w:bCs/>
                <w:sz w:val="22"/>
                <w:szCs w:val="22"/>
              </w:rPr>
              <w:t>Name</w:t>
            </w:r>
            <w:r w:rsidRPr="00490207">
              <w:rPr>
                <w:rFonts w:ascii="Sharp Sans" w:hAnsi="Sharp Sans"/>
                <w:bCs/>
                <w:sz w:val="22"/>
                <w:szCs w:val="22"/>
              </w:rPr>
              <w:tab/>
            </w:r>
          </w:p>
        </w:tc>
        <w:tc>
          <w:tcPr>
            <w:tcW w:w="3794" w:type="dxa"/>
            <w:vAlign w:val="center"/>
          </w:tcPr>
          <w:p w14:paraId="1EB2416E"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rPr>
                <w:rFonts w:ascii="Sharp Sans" w:hAnsi="Sharp Sans"/>
                <w:b/>
                <w:bCs/>
                <w:sz w:val="22"/>
                <w:szCs w:val="22"/>
              </w:rPr>
            </w:pPr>
          </w:p>
        </w:tc>
        <w:tc>
          <w:tcPr>
            <w:tcW w:w="3119" w:type="dxa"/>
            <w:vAlign w:val="center"/>
          </w:tcPr>
          <w:p w14:paraId="35AB0F81" w14:textId="77777777" w:rsidR="00F63FBF"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rPr>
                <w:rFonts w:ascii="Sharp Sans" w:hAnsi="Sharp Sans"/>
                <w:bCs/>
                <w:sz w:val="22"/>
                <w:szCs w:val="22"/>
              </w:rPr>
            </w:pPr>
            <w:r w:rsidRPr="00490207">
              <w:rPr>
                <w:rFonts w:ascii="Sharp Sans" w:hAnsi="Sharp Sans"/>
                <w:bCs/>
                <w:sz w:val="22"/>
                <w:szCs w:val="22"/>
              </w:rPr>
              <w:t>Pronoun</w:t>
            </w:r>
            <w:r w:rsidR="00F63FBF">
              <w:rPr>
                <w:rFonts w:ascii="Sharp Sans" w:hAnsi="Sharp Sans"/>
                <w:bCs/>
                <w:sz w:val="22"/>
                <w:szCs w:val="22"/>
              </w:rPr>
              <w:t xml:space="preserve"> </w:t>
            </w:r>
          </w:p>
          <w:p w14:paraId="3784ED42" w14:textId="7E7E9410" w:rsidR="00490207" w:rsidRPr="00F63FBF" w:rsidRDefault="00F63FBF" w:rsidP="00490207">
            <w:pPr>
              <w:pBdr>
                <w:top w:val="none" w:sz="0" w:space="0" w:color="auto"/>
                <w:left w:val="none" w:sz="0" w:space="0" w:color="auto"/>
                <w:bottom w:val="none" w:sz="0" w:space="0" w:color="auto"/>
                <w:right w:val="none" w:sz="0" w:space="0" w:color="auto"/>
                <w:between w:val="none" w:sz="0" w:space="0" w:color="auto"/>
                <w:bar w:val="none" w:sz="0" w:color="auto"/>
              </w:pBdr>
              <w:rPr>
                <w:rFonts w:ascii="Sharp Sans" w:hAnsi="Sharp Sans"/>
                <w:b/>
                <w:bCs/>
                <w:i/>
                <w:sz w:val="22"/>
                <w:szCs w:val="22"/>
              </w:rPr>
            </w:pPr>
            <w:r w:rsidRPr="00F63FBF">
              <w:rPr>
                <w:rFonts w:ascii="Sharp Sans" w:hAnsi="Sharp Sans"/>
                <w:bCs/>
                <w:i/>
                <w:sz w:val="20"/>
                <w:szCs w:val="22"/>
              </w:rPr>
              <w:t>(</w:t>
            </w:r>
            <w:proofErr w:type="spellStart"/>
            <w:r w:rsidRPr="00F63FBF">
              <w:rPr>
                <w:rFonts w:ascii="Sharp Sans" w:hAnsi="Sharp Sans"/>
                <w:bCs/>
                <w:i/>
                <w:sz w:val="20"/>
                <w:szCs w:val="22"/>
              </w:rPr>
              <w:t>Eg</w:t>
            </w:r>
            <w:proofErr w:type="spellEnd"/>
            <w:r w:rsidRPr="00F63FBF">
              <w:rPr>
                <w:rFonts w:ascii="Sharp Sans" w:hAnsi="Sharp Sans"/>
                <w:bCs/>
                <w:i/>
                <w:sz w:val="20"/>
                <w:szCs w:val="22"/>
              </w:rPr>
              <w:t>: He/Him, She/Her, They /Them, etc.)</w:t>
            </w:r>
          </w:p>
        </w:tc>
        <w:tc>
          <w:tcPr>
            <w:tcW w:w="1711" w:type="dxa"/>
          </w:tcPr>
          <w:p w14:paraId="018EBDB8"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tc>
      </w:tr>
      <w:tr w:rsidR="0090550D" w14:paraId="51414C61" w14:textId="77777777" w:rsidTr="00F63FBF">
        <w:trPr>
          <w:trHeight w:val="640"/>
        </w:trPr>
        <w:tc>
          <w:tcPr>
            <w:tcW w:w="1446" w:type="dxa"/>
            <w:vAlign w:val="center"/>
          </w:tcPr>
          <w:p w14:paraId="27428DE1" w14:textId="04CECCBA" w:rsidR="0090550D" w:rsidRPr="00490207" w:rsidRDefault="0090550D" w:rsidP="00490207">
            <w:pPr>
              <w:pBdr>
                <w:top w:val="none" w:sz="0" w:space="0" w:color="auto"/>
                <w:left w:val="none" w:sz="0" w:space="0" w:color="auto"/>
                <w:bottom w:val="none" w:sz="0" w:space="0" w:color="auto"/>
                <w:right w:val="none" w:sz="0" w:space="0" w:color="auto"/>
                <w:between w:val="none" w:sz="0" w:space="0" w:color="auto"/>
                <w:bar w:val="none" w:sz="0" w:color="auto"/>
              </w:pBdr>
              <w:rPr>
                <w:rFonts w:ascii="Sharp Sans" w:hAnsi="Sharp Sans"/>
                <w:bCs/>
                <w:sz w:val="22"/>
                <w:szCs w:val="22"/>
              </w:rPr>
            </w:pPr>
            <w:r>
              <w:rPr>
                <w:rFonts w:ascii="Sharp Sans" w:hAnsi="Sharp Sans"/>
                <w:bCs/>
                <w:sz w:val="22"/>
                <w:szCs w:val="22"/>
              </w:rPr>
              <w:t>Age</w:t>
            </w:r>
          </w:p>
        </w:tc>
        <w:tc>
          <w:tcPr>
            <w:tcW w:w="3794" w:type="dxa"/>
            <w:vAlign w:val="center"/>
          </w:tcPr>
          <w:p w14:paraId="3F49B752" w14:textId="77777777" w:rsidR="0090550D" w:rsidRDefault="0090550D" w:rsidP="00490207">
            <w:pPr>
              <w:pBdr>
                <w:top w:val="none" w:sz="0" w:space="0" w:color="auto"/>
                <w:left w:val="none" w:sz="0" w:space="0" w:color="auto"/>
                <w:bottom w:val="none" w:sz="0" w:space="0" w:color="auto"/>
                <w:right w:val="none" w:sz="0" w:space="0" w:color="auto"/>
                <w:between w:val="none" w:sz="0" w:space="0" w:color="auto"/>
                <w:bar w:val="none" w:sz="0" w:color="auto"/>
              </w:pBdr>
              <w:rPr>
                <w:rFonts w:ascii="Sharp Sans" w:hAnsi="Sharp Sans"/>
                <w:b/>
                <w:bCs/>
                <w:sz w:val="22"/>
                <w:szCs w:val="22"/>
              </w:rPr>
            </w:pPr>
          </w:p>
        </w:tc>
        <w:tc>
          <w:tcPr>
            <w:tcW w:w="3119" w:type="dxa"/>
            <w:vAlign w:val="center"/>
          </w:tcPr>
          <w:p w14:paraId="0A0AA2AE" w14:textId="2CCD9DE3" w:rsidR="0090550D" w:rsidRPr="00490207" w:rsidRDefault="0090550D" w:rsidP="00490207">
            <w:pPr>
              <w:pBdr>
                <w:top w:val="none" w:sz="0" w:space="0" w:color="auto"/>
                <w:left w:val="none" w:sz="0" w:space="0" w:color="auto"/>
                <w:bottom w:val="none" w:sz="0" w:space="0" w:color="auto"/>
                <w:right w:val="none" w:sz="0" w:space="0" w:color="auto"/>
                <w:between w:val="none" w:sz="0" w:space="0" w:color="auto"/>
                <w:bar w:val="none" w:sz="0" w:color="auto"/>
              </w:pBdr>
              <w:rPr>
                <w:rFonts w:ascii="Sharp Sans" w:hAnsi="Sharp Sans"/>
                <w:bCs/>
                <w:sz w:val="22"/>
                <w:szCs w:val="22"/>
              </w:rPr>
            </w:pPr>
            <w:r>
              <w:rPr>
                <w:rFonts w:ascii="Sharp Sans" w:hAnsi="Sharp Sans"/>
                <w:bCs/>
                <w:sz w:val="22"/>
                <w:szCs w:val="22"/>
              </w:rPr>
              <w:t>Date of Birth</w:t>
            </w:r>
          </w:p>
        </w:tc>
        <w:tc>
          <w:tcPr>
            <w:tcW w:w="1711" w:type="dxa"/>
          </w:tcPr>
          <w:p w14:paraId="550F912D" w14:textId="77777777" w:rsidR="0090550D" w:rsidRDefault="0090550D"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tc>
      </w:tr>
      <w:tr w:rsidR="00490207" w14:paraId="381AEF15" w14:textId="77777777" w:rsidTr="00F63FBF">
        <w:tc>
          <w:tcPr>
            <w:tcW w:w="1446" w:type="dxa"/>
          </w:tcPr>
          <w:p w14:paraId="105DF29B"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p w14:paraId="7F30CD37" w14:textId="77777777"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r w:rsidRPr="00490207">
              <w:rPr>
                <w:rFonts w:ascii="Sharp Sans" w:hAnsi="Sharp Sans"/>
                <w:bCs/>
                <w:sz w:val="22"/>
                <w:szCs w:val="22"/>
              </w:rPr>
              <w:t>Address</w:t>
            </w:r>
          </w:p>
        </w:tc>
        <w:tc>
          <w:tcPr>
            <w:tcW w:w="8624" w:type="dxa"/>
            <w:gridSpan w:val="3"/>
          </w:tcPr>
          <w:p w14:paraId="0E3DBDEE"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p w14:paraId="71AC0C2E"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p w14:paraId="705C2DCE" w14:textId="3CBFA2CE"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p w14:paraId="1ED57B60" w14:textId="77777777" w:rsidR="006A7602" w:rsidRDefault="006A7602"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p w14:paraId="52A2CC8E" w14:textId="0E9672D2"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p w14:paraId="50135688" w14:textId="6F3455E9"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p w14:paraId="10EB90B3"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tc>
      </w:tr>
      <w:tr w:rsidR="0090550D" w14:paraId="4D4EFFD7" w14:textId="77777777" w:rsidTr="006A7602">
        <w:tc>
          <w:tcPr>
            <w:tcW w:w="1446" w:type="dxa"/>
            <w:vAlign w:val="center"/>
          </w:tcPr>
          <w:p w14:paraId="11D48D53" w14:textId="43ED1C9B" w:rsidR="0090550D" w:rsidRDefault="0090550D" w:rsidP="006A7602">
            <w:pPr>
              <w:pBdr>
                <w:top w:val="none" w:sz="0" w:space="0" w:color="auto"/>
                <w:left w:val="none" w:sz="0" w:space="0" w:color="auto"/>
                <w:bottom w:val="none" w:sz="0" w:space="0" w:color="auto"/>
                <w:right w:val="none" w:sz="0" w:space="0" w:color="auto"/>
                <w:between w:val="none" w:sz="0" w:space="0" w:color="auto"/>
                <w:bar w:val="none" w:sz="0" w:color="auto"/>
              </w:pBdr>
              <w:rPr>
                <w:rFonts w:ascii="Sharp Sans" w:hAnsi="Sharp Sans"/>
                <w:bCs/>
                <w:sz w:val="22"/>
                <w:szCs w:val="22"/>
              </w:rPr>
            </w:pPr>
            <w:r>
              <w:rPr>
                <w:rFonts w:ascii="Sharp Sans" w:hAnsi="Sharp Sans"/>
                <w:bCs/>
                <w:sz w:val="22"/>
                <w:szCs w:val="22"/>
              </w:rPr>
              <w:t>Borough</w:t>
            </w:r>
          </w:p>
        </w:tc>
        <w:tc>
          <w:tcPr>
            <w:tcW w:w="8624" w:type="dxa"/>
            <w:gridSpan w:val="3"/>
          </w:tcPr>
          <w:p w14:paraId="1156CBB6" w14:textId="77777777" w:rsidR="0090550D" w:rsidRDefault="0090550D"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p w14:paraId="223E5BA8" w14:textId="7EEAD0BC" w:rsidR="006A7602" w:rsidRDefault="006A7602"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tc>
      </w:tr>
      <w:tr w:rsidR="00490207" w14:paraId="7861F6B3" w14:textId="77777777" w:rsidTr="00F63FBF">
        <w:trPr>
          <w:trHeight w:val="641"/>
        </w:trPr>
        <w:tc>
          <w:tcPr>
            <w:tcW w:w="1446" w:type="dxa"/>
            <w:vAlign w:val="center"/>
          </w:tcPr>
          <w:p w14:paraId="7C52BA1D" w14:textId="77777777"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rPr>
                <w:rFonts w:ascii="Sharp Sans" w:hAnsi="Sharp Sans"/>
                <w:bCs/>
                <w:sz w:val="22"/>
                <w:szCs w:val="22"/>
              </w:rPr>
            </w:pPr>
            <w:r w:rsidRPr="00490207">
              <w:rPr>
                <w:rFonts w:ascii="Sharp Sans" w:hAnsi="Sharp Sans"/>
                <w:bCs/>
                <w:sz w:val="22"/>
                <w:szCs w:val="22"/>
              </w:rPr>
              <w:t>Telephone</w:t>
            </w:r>
          </w:p>
        </w:tc>
        <w:tc>
          <w:tcPr>
            <w:tcW w:w="8624" w:type="dxa"/>
            <w:gridSpan w:val="3"/>
          </w:tcPr>
          <w:p w14:paraId="0CBAE14D"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tc>
      </w:tr>
      <w:tr w:rsidR="00490207" w14:paraId="67A24DB5" w14:textId="77777777" w:rsidTr="00F63FBF">
        <w:trPr>
          <w:trHeight w:val="550"/>
        </w:trPr>
        <w:tc>
          <w:tcPr>
            <w:tcW w:w="1446" w:type="dxa"/>
            <w:vAlign w:val="center"/>
          </w:tcPr>
          <w:p w14:paraId="773AAE6A" w14:textId="77777777" w:rsidR="00F63FBF" w:rsidRDefault="00490207" w:rsidP="00490207">
            <w:pPr>
              <w:rPr>
                <w:rFonts w:ascii="Sharp Sans" w:hAnsi="Sharp Sans"/>
                <w:bCs/>
                <w:sz w:val="22"/>
                <w:szCs w:val="22"/>
              </w:rPr>
            </w:pPr>
            <w:r>
              <w:rPr>
                <w:rFonts w:ascii="Sharp Sans" w:hAnsi="Sharp Sans"/>
                <w:bCs/>
                <w:sz w:val="22"/>
                <w:szCs w:val="22"/>
              </w:rPr>
              <w:t>Email</w:t>
            </w:r>
            <w:r>
              <w:rPr>
                <w:rFonts w:ascii="Sharp Sans" w:hAnsi="Sharp Sans"/>
                <w:bCs/>
                <w:sz w:val="22"/>
                <w:szCs w:val="22"/>
              </w:rPr>
              <w:tab/>
            </w:r>
          </w:p>
          <w:p w14:paraId="614225EA" w14:textId="22A7C8AC" w:rsidR="00490207" w:rsidRPr="00490207" w:rsidRDefault="00F63FBF" w:rsidP="00F63FBF">
            <w:pPr>
              <w:rPr>
                <w:rFonts w:ascii="Sharp Sans" w:hAnsi="Sharp Sans"/>
                <w:bCs/>
                <w:sz w:val="22"/>
                <w:szCs w:val="22"/>
              </w:rPr>
            </w:pPr>
            <w:r>
              <w:t xml:space="preserve"> </w:t>
            </w:r>
          </w:p>
        </w:tc>
        <w:tc>
          <w:tcPr>
            <w:tcW w:w="8624" w:type="dxa"/>
            <w:gridSpan w:val="3"/>
          </w:tcPr>
          <w:p w14:paraId="33C6BAD8" w14:textId="77777777" w:rsidR="00490207" w:rsidRPr="00F63FBF" w:rsidRDefault="00F63FBF"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i/>
                <w:sz w:val="20"/>
                <w:szCs w:val="22"/>
              </w:rPr>
            </w:pPr>
            <w:r w:rsidRPr="00F63FBF">
              <w:rPr>
                <w:rFonts w:ascii="Sharp Sans" w:hAnsi="Sharp Sans"/>
                <w:bCs/>
                <w:i/>
                <w:sz w:val="20"/>
                <w:szCs w:val="22"/>
              </w:rPr>
              <w:t>If you have a support worker you would like us to include in our communication please tell us their email address as well.</w:t>
            </w:r>
          </w:p>
          <w:p w14:paraId="1174C4EC" w14:textId="326F3440" w:rsidR="00F63FBF" w:rsidRDefault="00F63FBF"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i/>
                <w:sz w:val="22"/>
                <w:szCs w:val="22"/>
              </w:rPr>
            </w:pPr>
          </w:p>
          <w:p w14:paraId="41B569A2" w14:textId="49D1D211" w:rsidR="006A7602" w:rsidRPr="00F63FBF" w:rsidRDefault="006A7602"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i/>
                <w:sz w:val="22"/>
                <w:szCs w:val="22"/>
              </w:rPr>
            </w:pPr>
          </w:p>
        </w:tc>
      </w:tr>
    </w:tbl>
    <w:p w14:paraId="588BFB22" w14:textId="77777777" w:rsidR="00490207" w:rsidRPr="00490207" w:rsidRDefault="00490207" w:rsidP="00490207">
      <w:pPr>
        <w:jc w:val="both"/>
        <w:rPr>
          <w:rFonts w:ascii="Sharp Sans" w:hAnsi="Sharp Sans"/>
          <w:b/>
          <w:bCs/>
          <w:sz w:val="22"/>
          <w:szCs w:val="22"/>
        </w:rPr>
      </w:pPr>
    </w:p>
    <w:tbl>
      <w:tblPr>
        <w:tblStyle w:val="TableGrid"/>
        <w:tblW w:w="0" w:type="auto"/>
        <w:tblLook w:val="04A0" w:firstRow="1" w:lastRow="0" w:firstColumn="1" w:lastColumn="0" w:noHBand="0" w:noVBand="1"/>
      </w:tblPr>
      <w:tblGrid>
        <w:gridCol w:w="10070"/>
      </w:tblGrid>
      <w:tr w:rsidR="00490207" w14:paraId="409365C1" w14:textId="77777777" w:rsidTr="00490207">
        <w:trPr>
          <w:trHeight w:val="428"/>
        </w:trPr>
        <w:tc>
          <w:tcPr>
            <w:tcW w:w="10070" w:type="dxa"/>
          </w:tcPr>
          <w:p w14:paraId="0D2E3427" w14:textId="77777777" w:rsidR="00490207" w:rsidRDefault="00490207" w:rsidP="00490207">
            <w:pPr>
              <w:jc w:val="both"/>
              <w:rPr>
                <w:rFonts w:ascii="Sharp Sans" w:hAnsi="Sharp Sans"/>
                <w:bCs/>
                <w:sz w:val="22"/>
                <w:szCs w:val="22"/>
              </w:rPr>
            </w:pPr>
            <w:r w:rsidRPr="00490207">
              <w:rPr>
                <w:rFonts w:ascii="Sharp Sans" w:hAnsi="Sharp Sans"/>
                <w:bCs/>
                <w:sz w:val="22"/>
                <w:szCs w:val="22"/>
              </w:rPr>
              <w:t>Do you require a work permit</w:t>
            </w:r>
            <w:r>
              <w:rPr>
                <w:rFonts w:ascii="Sharp Sans" w:hAnsi="Sharp Sans"/>
                <w:bCs/>
                <w:sz w:val="22"/>
                <w:szCs w:val="22"/>
              </w:rPr>
              <w:t xml:space="preserve"> to work in the United Kingdom?</w:t>
            </w:r>
          </w:p>
        </w:tc>
      </w:tr>
      <w:tr w:rsidR="00490207" w14:paraId="0BD06CDC" w14:textId="77777777" w:rsidTr="00490207">
        <w:trPr>
          <w:trHeight w:val="690"/>
        </w:trPr>
        <w:tc>
          <w:tcPr>
            <w:tcW w:w="10070" w:type="dxa"/>
          </w:tcPr>
          <w:p w14:paraId="71B36FAE" w14:textId="77777777" w:rsid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r w:rsidR="00490207" w14:paraId="4C896700" w14:textId="77777777" w:rsidTr="00490207">
        <w:trPr>
          <w:trHeight w:val="428"/>
        </w:trPr>
        <w:tc>
          <w:tcPr>
            <w:tcW w:w="10070" w:type="dxa"/>
          </w:tcPr>
          <w:p w14:paraId="55ECF722" w14:textId="77777777" w:rsidR="00490207" w:rsidRDefault="00490207" w:rsidP="00F63FBF">
            <w:pPr>
              <w:jc w:val="both"/>
              <w:rPr>
                <w:rFonts w:ascii="Sharp Sans" w:hAnsi="Sharp Sans"/>
                <w:bCs/>
                <w:sz w:val="22"/>
                <w:szCs w:val="22"/>
              </w:rPr>
            </w:pPr>
            <w:r w:rsidRPr="00490207">
              <w:rPr>
                <w:rFonts w:ascii="Sharp Sans" w:hAnsi="Sharp Sans"/>
                <w:bCs/>
                <w:sz w:val="22"/>
                <w:szCs w:val="22"/>
              </w:rPr>
              <w:t>If so, do you currently own a valid work permit? (Please detail what wor</w:t>
            </w:r>
            <w:r>
              <w:rPr>
                <w:rFonts w:ascii="Sharp Sans" w:hAnsi="Sharp Sans"/>
                <w:bCs/>
                <w:sz w:val="22"/>
                <w:szCs w:val="22"/>
              </w:rPr>
              <w:t xml:space="preserve">k permit you currently are on) </w:t>
            </w:r>
          </w:p>
          <w:p w14:paraId="7ED1AA91" w14:textId="77777777" w:rsidR="00490207" w:rsidRDefault="00490207" w:rsidP="00F63FBF">
            <w:pPr>
              <w:jc w:val="both"/>
              <w:rPr>
                <w:rFonts w:ascii="Sharp Sans" w:hAnsi="Sharp Sans"/>
                <w:bCs/>
                <w:sz w:val="22"/>
                <w:szCs w:val="22"/>
              </w:rPr>
            </w:pPr>
          </w:p>
        </w:tc>
      </w:tr>
      <w:tr w:rsidR="00490207" w14:paraId="378ACE55" w14:textId="77777777" w:rsidTr="00490207">
        <w:trPr>
          <w:trHeight w:val="690"/>
        </w:trPr>
        <w:tc>
          <w:tcPr>
            <w:tcW w:w="10070" w:type="dxa"/>
          </w:tcPr>
          <w:p w14:paraId="4E413B3F" w14:textId="77777777" w:rsidR="00490207" w:rsidRDefault="00490207" w:rsidP="00F63FBF">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bl>
    <w:p w14:paraId="52B3DE36" w14:textId="4DC7D7B8" w:rsidR="0034609B" w:rsidRPr="0034609B" w:rsidRDefault="0090550D" w:rsidP="0034609B">
      <w:pPr>
        <w:jc w:val="both"/>
        <w:rPr>
          <w:rFonts w:ascii="Sharp Sans" w:hAnsi="Sharp Sans"/>
          <w:bCs/>
          <w:sz w:val="22"/>
          <w:szCs w:val="22"/>
        </w:rPr>
      </w:pPr>
      <w:r>
        <w:rPr>
          <w:rFonts w:ascii="Sharp Sans" w:hAnsi="Sharp Sans"/>
          <w:bCs/>
          <w:sz w:val="22"/>
          <w:szCs w:val="22"/>
        </w:rPr>
        <w:tab/>
      </w:r>
    </w:p>
    <w:p w14:paraId="3C32B5F6" w14:textId="77777777" w:rsidR="00490207" w:rsidRPr="00490207" w:rsidRDefault="00490207" w:rsidP="00490207">
      <w:pPr>
        <w:jc w:val="both"/>
        <w:rPr>
          <w:rFonts w:ascii="Sharp Sans" w:hAnsi="Sharp Sans"/>
          <w:b/>
          <w:bCs/>
          <w:sz w:val="22"/>
          <w:szCs w:val="22"/>
        </w:rPr>
      </w:pPr>
      <w:r>
        <w:rPr>
          <w:rFonts w:ascii="Sharp Sans" w:hAnsi="Sharp Sans"/>
          <w:b/>
          <w:bCs/>
          <w:sz w:val="22"/>
          <w:szCs w:val="22"/>
        </w:rPr>
        <w:t>Interview arrangements</w:t>
      </w:r>
    </w:p>
    <w:tbl>
      <w:tblPr>
        <w:tblStyle w:val="TableGrid"/>
        <w:tblW w:w="0" w:type="auto"/>
        <w:tblLook w:val="04A0" w:firstRow="1" w:lastRow="0" w:firstColumn="1" w:lastColumn="0" w:noHBand="0" w:noVBand="1"/>
      </w:tblPr>
      <w:tblGrid>
        <w:gridCol w:w="10070"/>
      </w:tblGrid>
      <w:tr w:rsidR="00490207" w14:paraId="4EF89424" w14:textId="77777777" w:rsidTr="00490207">
        <w:tc>
          <w:tcPr>
            <w:tcW w:w="10070" w:type="dxa"/>
          </w:tcPr>
          <w:p w14:paraId="007B7164" w14:textId="76632DA0" w:rsidR="00490207" w:rsidRDefault="00490207" w:rsidP="00490207">
            <w:pPr>
              <w:jc w:val="both"/>
              <w:rPr>
                <w:rFonts w:ascii="Sharp Sans" w:hAnsi="Sharp Sans"/>
                <w:bCs/>
                <w:sz w:val="22"/>
                <w:szCs w:val="22"/>
              </w:rPr>
            </w:pPr>
            <w:r w:rsidRPr="00490207">
              <w:rPr>
                <w:rFonts w:ascii="Sharp Sans" w:hAnsi="Sharp Sans"/>
                <w:bCs/>
                <w:sz w:val="22"/>
                <w:szCs w:val="22"/>
              </w:rPr>
              <w:t>Are you available for interview on the advertised date? YES / NO</w:t>
            </w:r>
          </w:p>
          <w:p w14:paraId="28A133FB" w14:textId="1D132B45" w:rsidR="00F63FBF" w:rsidRPr="00490207" w:rsidRDefault="00F63FBF" w:rsidP="00490207">
            <w:pPr>
              <w:jc w:val="both"/>
              <w:rPr>
                <w:rFonts w:ascii="Sharp Sans" w:hAnsi="Sharp Sans"/>
                <w:bCs/>
                <w:sz w:val="22"/>
                <w:szCs w:val="22"/>
              </w:rPr>
            </w:pPr>
          </w:p>
          <w:p w14:paraId="722B7292" w14:textId="6FBDC264" w:rsidR="00490207" w:rsidRPr="00490207" w:rsidRDefault="00490207" w:rsidP="00490207">
            <w:pPr>
              <w:jc w:val="both"/>
              <w:rPr>
                <w:rFonts w:ascii="Sharp Sans" w:hAnsi="Sharp Sans"/>
                <w:bCs/>
                <w:sz w:val="22"/>
                <w:szCs w:val="22"/>
              </w:rPr>
            </w:pPr>
            <w:r w:rsidRPr="00490207">
              <w:rPr>
                <w:rFonts w:ascii="Sharp Sans" w:hAnsi="Sharp Sans"/>
                <w:bCs/>
                <w:sz w:val="22"/>
                <w:szCs w:val="22"/>
              </w:rPr>
              <w:t>Please let us know:</w:t>
            </w:r>
          </w:p>
          <w:p w14:paraId="07D74FBE" w14:textId="77777777" w:rsidR="00490207" w:rsidRPr="00490207" w:rsidRDefault="00490207" w:rsidP="00490207">
            <w:pPr>
              <w:jc w:val="both"/>
              <w:rPr>
                <w:rFonts w:ascii="Sharp Sans" w:hAnsi="Sharp Sans"/>
                <w:bCs/>
                <w:sz w:val="22"/>
                <w:szCs w:val="22"/>
              </w:rPr>
            </w:pPr>
            <w:r w:rsidRPr="00490207">
              <w:rPr>
                <w:rFonts w:ascii="Sharp Sans" w:hAnsi="Sharp Sans"/>
                <w:bCs/>
                <w:sz w:val="22"/>
                <w:szCs w:val="22"/>
              </w:rPr>
              <w:t>Do you identify as disabled? YES / NO / PREFER NOT TO SAY</w:t>
            </w:r>
          </w:p>
          <w:p w14:paraId="5A3E9A2B" w14:textId="77777777" w:rsidR="0090550D" w:rsidRDefault="0090550D" w:rsidP="0090550D">
            <w:pPr>
              <w:pBdr>
                <w:top w:val="none" w:sz="0" w:space="0" w:color="auto"/>
                <w:left w:val="none" w:sz="0" w:space="0" w:color="auto"/>
                <w:bottom w:val="none" w:sz="0" w:space="0" w:color="auto"/>
                <w:right w:val="none" w:sz="0" w:space="0" w:color="auto"/>
                <w:between w:val="none" w:sz="0" w:space="0" w:color="auto"/>
                <w:bar w:val="none" w:sz="0" w:color="auto"/>
              </w:pBdr>
              <w:rPr>
                <w:rFonts w:ascii="Sharp Sans" w:hAnsi="Sharp Sans" w:cs="Arial"/>
                <w:sz w:val="22"/>
                <w:szCs w:val="22"/>
              </w:rPr>
            </w:pPr>
          </w:p>
          <w:p w14:paraId="098CB9A1" w14:textId="5E5C1D6C" w:rsidR="0090550D" w:rsidRDefault="0090550D" w:rsidP="0090550D">
            <w:pPr>
              <w:pBdr>
                <w:top w:val="none" w:sz="0" w:space="0" w:color="auto"/>
                <w:left w:val="none" w:sz="0" w:space="0" w:color="auto"/>
                <w:bottom w:val="none" w:sz="0" w:space="0" w:color="auto"/>
                <w:right w:val="none" w:sz="0" w:space="0" w:color="auto"/>
                <w:between w:val="none" w:sz="0" w:space="0" w:color="auto"/>
                <w:bar w:val="none" w:sz="0" w:color="auto"/>
              </w:pBdr>
              <w:rPr>
                <w:rFonts w:ascii="Sharp Sans" w:hAnsi="Sharp Sans" w:cs="Arial"/>
                <w:sz w:val="22"/>
                <w:szCs w:val="22"/>
              </w:rPr>
            </w:pPr>
            <w:r>
              <w:rPr>
                <w:rFonts w:ascii="Sharp Sans" w:hAnsi="Sharp Sans" w:cs="Arial"/>
                <w:sz w:val="22"/>
                <w:szCs w:val="22"/>
              </w:rPr>
              <w:t>Please co</w:t>
            </w:r>
            <w:r w:rsidRPr="00530D49">
              <w:rPr>
                <w:rFonts w:ascii="Sharp Sans" w:hAnsi="Sharp Sans" w:cs="Arial"/>
                <w:sz w:val="22"/>
                <w:szCs w:val="22"/>
              </w:rPr>
              <w:t xml:space="preserve">mplete an </w:t>
            </w:r>
            <w:r w:rsidRPr="00530D49">
              <w:rPr>
                <w:rFonts w:ascii="Sharp Sans" w:hAnsi="Sharp Sans" w:cs="Arial"/>
                <w:b/>
                <w:sz w:val="22"/>
                <w:szCs w:val="22"/>
                <w:u w:val="single"/>
              </w:rPr>
              <w:t>online equal opportunities monitoring form</w:t>
            </w:r>
            <w:r w:rsidR="00DE0930">
              <w:rPr>
                <w:rFonts w:ascii="Sharp Sans" w:hAnsi="Sharp Sans" w:cs="Arial"/>
                <w:sz w:val="22"/>
                <w:szCs w:val="22"/>
              </w:rPr>
              <w:t xml:space="preserve"> to state the same. </w:t>
            </w:r>
            <w:hyperlink r:id="rId7" w:history="1">
              <w:r w:rsidRPr="00530D49">
                <w:rPr>
                  <w:rStyle w:val="Hyperlink"/>
                  <w:rFonts w:ascii="Sharp Sans" w:hAnsi="Sharp Sans" w:cs="Arial"/>
                  <w:sz w:val="22"/>
                  <w:szCs w:val="22"/>
                </w:rPr>
                <w:t>https://lyric.co.uk/equal-opportunities-form/</w:t>
              </w:r>
            </w:hyperlink>
            <w:r w:rsidRPr="00530D49">
              <w:rPr>
                <w:rFonts w:ascii="Sharp Sans" w:hAnsi="Sharp Sans" w:cs="Arial"/>
                <w:sz w:val="22"/>
                <w:szCs w:val="22"/>
              </w:rPr>
              <w:t xml:space="preserve">  </w:t>
            </w:r>
          </w:p>
          <w:p w14:paraId="223117DE" w14:textId="68B6C30A" w:rsidR="00490207" w:rsidRPr="00490207" w:rsidRDefault="00490207" w:rsidP="00490207">
            <w:pPr>
              <w:jc w:val="both"/>
              <w:rPr>
                <w:rFonts w:ascii="Sharp Sans" w:hAnsi="Sharp Sans"/>
                <w:bCs/>
                <w:sz w:val="22"/>
                <w:szCs w:val="22"/>
              </w:rPr>
            </w:pPr>
          </w:p>
          <w:p w14:paraId="387664C7" w14:textId="77777777" w:rsidR="00490207" w:rsidRDefault="00F63FBF" w:rsidP="0034609B">
            <w:pPr>
              <w:jc w:val="both"/>
              <w:rPr>
                <w:rFonts w:ascii="Sharp Sans" w:hAnsi="Sharp Sans"/>
                <w:bCs/>
                <w:sz w:val="22"/>
                <w:szCs w:val="22"/>
              </w:rPr>
            </w:pPr>
            <w:r w:rsidRPr="0034609B">
              <w:rPr>
                <w:rFonts w:ascii="Sharp Sans" w:hAnsi="Sharp Sans"/>
                <w:bCs/>
                <w:sz w:val="22"/>
                <w:szCs w:val="22"/>
              </w:rPr>
              <w:t>If you get an interview, a charity called Pursuing Independent Paths will help you get ready for the interview. They will also help you do your job for the first 9 weeks. We will give them your contact info so they can help you get ready for the interview.</w:t>
            </w:r>
          </w:p>
          <w:p w14:paraId="2F50EF49" w14:textId="466554E3" w:rsidR="0090550D" w:rsidRDefault="0090550D" w:rsidP="0034609B">
            <w:pPr>
              <w:jc w:val="both"/>
              <w:rPr>
                <w:rFonts w:ascii="Sharp Sans" w:hAnsi="Sharp Sans"/>
                <w:bCs/>
                <w:sz w:val="22"/>
                <w:szCs w:val="22"/>
              </w:rPr>
            </w:pPr>
          </w:p>
        </w:tc>
      </w:tr>
      <w:tr w:rsidR="00490207" w14:paraId="0F2B1689" w14:textId="77777777" w:rsidTr="00490207">
        <w:tc>
          <w:tcPr>
            <w:tcW w:w="10070" w:type="dxa"/>
          </w:tcPr>
          <w:p w14:paraId="31581401" w14:textId="77777777" w:rsidR="00490207" w:rsidRDefault="00490207" w:rsidP="00490207">
            <w:pPr>
              <w:jc w:val="both"/>
              <w:rPr>
                <w:rFonts w:ascii="Sharp Sans" w:hAnsi="Sharp Sans"/>
                <w:bCs/>
                <w:sz w:val="22"/>
                <w:szCs w:val="22"/>
              </w:rPr>
            </w:pPr>
          </w:p>
          <w:p w14:paraId="0921A576" w14:textId="5E2D9EAA" w:rsidR="00490207" w:rsidRDefault="00490207" w:rsidP="00490207">
            <w:pPr>
              <w:jc w:val="both"/>
              <w:rPr>
                <w:rFonts w:ascii="Sharp Sans" w:hAnsi="Sharp Sans"/>
                <w:bCs/>
                <w:sz w:val="22"/>
                <w:szCs w:val="22"/>
              </w:rPr>
            </w:pPr>
            <w:r w:rsidRPr="00490207">
              <w:rPr>
                <w:rFonts w:ascii="Sharp Sans" w:hAnsi="Sharp Sans"/>
                <w:bCs/>
                <w:sz w:val="22"/>
                <w:szCs w:val="22"/>
              </w:rPr>
              <w:t xml:space="preserve">If you would like to discuss your requirements in more detail, please contact </w:t>
            </w:r>
            <w:r w:rsidR="00F63FBF" w:rsidRPr="00F63FBF">
              <w:rPr>
                <w:rFonts w:ascii="Sharp Sans" w:hAnsi="Sharp Sans"/>
                <w:bCs/>
                <w:sz w:val="22"/>
                <w:szCs w:val="22"/>
              </w:rPr>
              <w:t>Meghana Shah, Administration Manager on 020 8741 6822 (</w:t>
            </w:r>
            <w:proofErr w:type="spellStart"/>
            <w:r w:rsidR="00F63FBF" w:rsidRPr="00F63FBF">
              <w:rPr>
                <w:rFonts w:ascii="Sharp Sans" w:hAnsi="Sharp Sans"/>
                <w:bCs/>
                <w:sz w:val="22"/>
                <w:szCs w:val="22"/>
              </w:rPr>
              <w:t>ext</w:t>
            </w:r>
            <w:proofErr w:type="spellEnd"/>
            <w:r w:rsidR="00F63FBF" w:rsidRPr="00F63FBF">
              <w:rPr>
                <w:rFonts w:ascii="Sharp Sans" w:hAnsi="Sharp Sans"/>
                <w:bCs/>
                <w:sz w:val="22"/>
                <w:szCs w:val="22"/>
              </w:rPr>
              <w:t xml:space="preserve"> 424) or jobs@lyric.co.uk. (Between 10:00am – 5:00pm, Monday- Friday)</w:t>
            </w:r>
          </w:p>
          <w:p w14:paraId="172CCB0F" w14:textId="77777777" w:rsidR="00F63FBF" w:rsidRPr="00490207" w:rsidRDefault="00F63FBF" w:rsidP="00490207">
            <w:pPr>
              <w:jc w:val="both"/>
              <w:rPr>
                <w:rFonts w:ascii="Sharp Sans" w:hAnsi="Sharp Sans"/>
                <w:bCs/>
                <w:sz w:val="22"/>
                <w:szCs w:val="22"/>
              </w:rPr>
            </w:pPr>
          </w:p>
          <w:p w14:paraId="6AD5506B" w14:textId="77777777" w:rsidR="00490207" w:rsidRPr="00490207" w:rsidRDefault="00490207" w:rsidP="00490207">
            <w:pPr>
              <w:jc w:val="both"/>
              <w:rPr>
                <w:rFonts w:ascii="Sharp Sans" w:hAnsi="Sharp Sans"/>
                <w:bCs/>
                <w:sz w:val="22"/>
                <w:szCs w:val="22"/>
              </w:rPr>
            </w:pPr>
            <w:r w:rsidRPr="00490207">
              <w:rPr>
                <w:rFonts w:ascii="Sharp Sans" w:hAnsi="Sharp Sans"/>
                <w:bCs/>
                <w:sz w:val="22"/>
                <w:szCs w:val="22"/>
              </w:rPr>
              <w:t>The Lyric Hammersmith Theatre is proud to support parents and caregivers.</w:t>
            </w:r>
          </w:p>
          <w:p w14:paraId="147B0DB0" w14:textId="77777777" w:rsidR="00490207" w:rsidRDefault="00490207" w:rsidP="00490207">
            <w:pPr>
              <w:jc w:val="both"/>
              <w:rPr>
                <w:rFonts w:ascii="Sharp Sans" w:hAnsi="Sharp Sans"/>
                <w:bCs/>
                <w:sz w:val="22"/>
                <w:szCs w:val="22"/>
              </w:rPr>
            </w:pPr>
            <w:r w:rsidRPr="00490207">
              <w:rPr>
                <w:rFonts w:ascii="Sharp Sans" w:hAnsi="Sharp Sans"/>
                <w:bCs/>
                <w:sz w:val="22"/>
                <w:szCs w:val="22"/>
              </w:rPr>
              <w:t xml:space="preserve">The Lyric Hammersmith is proud to be a Disability Confident Employer </w:t>
            </w:r>
          </w:p>
          <w:p w14:paraId="4FC8D34E" w14:textId="77777777" w:rsidR="00490207" w:rsidRDefault="00490207" w:rsidP="00490207">
            <w:pPr>
              <w:jc w:val="both"/>
              <w:rPr>
                <w:rFonts w:ascii="Sharp Sans" w:hAnsi="Sharp Sans"/>
                <w:bCs/>
                <w:sz w:val="22"/>
                <w:szCs w:val="22"/>
              </w:rPr>
            </w:pPr>
            <w:r w:rsidRPr="003C2FF5">
              <w:rPr>
                <w:rFonts w:ascii="Sharp Sans" w:hAnsi="Sharp Sans" w:cs="Arial"/>
                <w:noProof/>
                <w:lang w:val="en-GB" w:eastAsia="en-GB"/>
              </w:rPr>
              <w:drawing>
                <wp:anchor distT="0" distB="0" distL="114300" distR="114300" simplePos="0" relativeHeight="251659264" behindDoc="1" locked="0" layoutInCell="1" allowOverlap="1" wp14:anchorId="285601F3" wp14:editId="0695A28B">
                  <wp:simplePos x="0" y="0"/>
                  <wp:positionH relativeFrom="column">
                    <wp:posOffset>2232102</wp:posOffset>
                  </wp:positionH>
                  <wp:positionV relativeFrom="paragraph">
                    <wp:posOffset>93497</wp:posOffset>
                  </wp:positionV>
                  <wp:extent cx="1397000" cy="669290"/>
                  <wp:effectExtent l="0" t="0" r="0" b="0"/>
                  <wp:wrapTight wrapText="bothSides">
                    <wp:wrapPolygon edited="0">
                      <wp:start x="0" y="0"/>
                      <wp:lineTo x="0" y="20903"/>
                      <wp:lineTo x="21207" y="20903"/>
                      <wp:lineTo x="21207"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97000" cy="66929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65F4448" w14:textId="77777777" w:rsidR="00490207" w:rsidRDefault="00490207" w:rsidP="00490207">
            <w:pPr>
              <w:jc w:val="both"/>
              <w:rPr>
                <w:rFonts w:ascii="Sharp Sans" w:hAnsi="Sharp Sans"/>
                <w:bCs/>
                <w:sz w:val="22"/>
                <w:szCs w:val="22"/>
              </w:rPr>
            </w:pPr>
          </w:p>
          <w:p w14:paraId="6FCB5C0A" w14:textId="77777777" w:rsidR="00490207" w:rsidRDefault="00490207" w:rsidP="00490207">
            <w:pPr>
              <w:jc w:val="both"/>
              <w:rPr>
                <w:rFonts w:ascii="Sharp Sans" w:hAnsi="Sharp Sans"/>
                <w:bCs/>
                <w:sz w:val="22"/>
                <w:szCs w:val="22"/>
              </w:rPr>
            </w:pPr>
          </w:p>
          <w:p w14:paraId="6796DC53" w14:textId="77777777" w:rsidR="00490207" w:rsidRPr="00490207" w:rsidRDefault="00490207" w:rsidP="00490207">
            <w:pPr>
              <w:jc w:val="both"/>
              <w:rPr>
                <w:rFonts w:ascii="Sharp Sans" w:hAnsi="Sharp Sans"/>
                <w:bCs/>
                <w:sz w:val="22"/>
                <w:szCs w:val="22"/>
              </w:rPr>
            </w:pPr>
          </w:p>
          <w:p w14:paraId="218F3D30" w14:textId="77777777" w:rsidR="00490207" w:rsidRPr="00490207" w:rsidRDefault="00490207" w:rsidP="00490207">
            <w:pPr>
              <w:jc w:val="both"/>
              <w:rPr>
                <w:rFonts w:ascii="Sharp Sans" w:hAnsi="Sharp Sans"/>
                <w:bCs/>
                <w:sz w:val="22"/>
                <w:szCs w:val="22"/>
              </w:rPr>
            </w:pPr>
          </w:p>
        </w:tc>
      </w:tr>
    </w:tbl>
    <w:p w14:paraId="030C2CD0" w14:textId="77777777" w:rsidR="00490207" w:rsidRPr="00490207" w:rsidRDefault="00490207" w:rsidP="00490207">
      <w:pPr>
        <w:jc w:val="both"/>
        <w:rPr>
          <w:rFonts w:ascii="Sharp Sans" w:hAnsi="Sharp Sans"/>
          <w:bCs/>
          <w:sz w:val="22"/>
          <w:szCs w:val="22"/>
        </w:rPr>
      </w:pPr>
    </w:p>
    <w:p w14:paraId="051FCD08" w14:textId="77777777" w:rsidR="00490207" w:rsidRDefault="00490207" w:rsidP="00490207">
      <w:pPr>
        <w:jc w:val="both"/>
        <w:rPr>
          <w:rFonts w:ascii="Sharp Sans" w:hAnsi="Sharp Sans"/>
          <w:b/>
          <w:bCs/>
          <w:sz w:val="22"/>
          <w:szCs w:val="22"/>
        </w:rPr>
      </w:pPr>
      <w:r w:rsidRPr="00490207">
        <w:rPr>
          <w:rFonts w:ascii="Sharp Sans" w:hAnsi="Sharp Sans"/>
          <w:b/>
          <w:bCs/>
          <w:sz w:val="22"/>
          <w:szCs w:val="22"/>
        </w:rPr>
        <w:t xml:space="preserve">Application Statement: </w:t>
      </w:r>
    </w:p>
    <w:tbl>
      <w:tblPr>
        <w:tblStyle w:val="TableGrid"/>
        <w:tblW w:w="0" w:type="auto"/>
        <w:tblLook w:val="04A0" w:firstRow="1" w:lastRow="0" w:firstColumn="1" w:lastColumn="0" w:noHBand="0" w:noVBand="1"/>
      </w:tblPr>
      <w:tblGrid>
        <w:gridCol w:w="8359"/>
        <w:gridCol w:w="850"/>
        <w:gridCol w:w="861"/>
      </w:tblGrid>
      <w:tr w:rsidR="00490207" w14:paraId="4FE26127" w14:textId="77777777" w:rsidTr="00A50E55">
        <w:trPr>
          <w:tblHeader/>
        </w:trPr>
        <w:tc>
          <w:tcPr>
            <w:tcW w:w="8359" w:type="dxa"/>
          </w:tcPr>
          <w:p w14:paraId="3009587E" w14:textId="77777777" w:rsidR="00490207" w:rsidRPr="00A50E55"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r w:rsidRPr="00A50E55">
              <w:rPr>
                <w:rFonts w:ascii="Sharp Sans" w:hAnsi="Sharp Sans"/>
                <w:b/>
                <w:bCs/>
                <w:sz w:val="22"/>
                <w:szCs w:val="22"/>
              </w:rPr>
              <w:t>I confirm that:</w:t>
            </w:r>
          </w:p>
        </w:tc>
        <w:tc>
          <w:tcPr>
            <w:tcW w:w="850" w:type="dxa"/>
          </w:tcPr>
          <w:p w14:paraId="7194A72A" w14:textId="77777777" w:rsidR="00490207" w:rsidRPr="00A50E55"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r w:rsidRPr="00A50E55">
              <w:rPr>
                <w:rFonts w:ascii="Sharp Sans" w:hAnsi="Sharp Sans"/>
                <w:b/>
                <w:bCs/>
                <w:sz w:val="22"/>
                <w:szCs w:val="22"/>
              </w:rPr>
              <w:t>Yes</w:t>
            </w:r>
          </w:p>
        </w:tc>
        <w:tc>
          <w:tcPr>
            <w:tcW w:w="861" w:type="dxa"/>
          </w:tcPr>
          <w:p w14:paraId="6EDDD933" w14:textId="77777777" w:rsidR="00490207" w:rsidRPr="00A50E55"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r w:rsidRPr="00A50E55">
              <w:rPr>
                <w:rFonts w:ascii="Sharp Sans" w:hAnsi="Sharp Sans"/>
                <w:b/>
                <w:bCs/>
                <w:sz w:val="22"/>
                <w:szCs w:val="22"/>
              </w:rPr>
              <w:t>No</w:t>
            </w:r>
          </w:p>
        </w:tc>
      </w:tr>
      <w:tr w:rsidR="00490207" w14:paraId="1F23F90E" w14:textId="77777777" w:rsidTr="00490207">
        <w:tc>
          <w:tcPr>
            <w:tcW w:w="8359" w:type="dxa"/>
          </w:tcPr>
          <w:p w14:paraId="3AB5F71A" w14:textId="77777777" w:rsidR="00490207" w:rsidRPr="00490207" w:rsidRDefault="00490207" w:rsidP="00490207">
            <w:pPr>
              <w:jc w:val="both"/>
              <w:rPr>
                <w:rFonts w:ascii="Sharp Sans" w:hAnsi="Sharp Sans"/>
                <w:bCs/>
                <w:sz w:val="22"/>
                <w:szCs w:val="22"/>
              </w:rPr>
            </w:pPr>
            <w:r w:rsidRPr="00490207">
              <w:rPr>
                <w:rFonts w:ascii="Sharp Sans" w:hAnsi="Sharp Sans"/>
                <w:bCs/>
                <w:sz w:val="22"/>
                <w:szCs w:val="22"/>
              </w:rPr>
              <w:t>The information given on these form is correct and complete</w:t>
            </w:r>
            <w:r w:rsidRPr="00490207">
              <w:rPr>
                <w:rFonts w:ascii="Sharp Sans" w:hAnsi="Sharp Sans"/>
                <w:bCs/>
                <w:sz w:val="22"/>
                <w:szCs w:val="22"/>
              </w:rPr>
              <w:tab/>
            </w:r>
            <w:r w:rsidRPr="00490207">
              <w:rPr>
                <w:rFonts w:ascii="Sharp Sans" w:hAnsi="Sharp Sans"/>
                <w:bCs/>
                <w:sz w:val="22"/>
                <w:szCs w:val="22"/>
              </w:rPr>
              <w:tab/>
            </w:r>
          </w:p>
          <w:p w14:paraId="71D5636E" w14:textId="77777777"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c>
          <w:tcPr>
            <w:tcW w:w="850" w:type="dxa"/>
          </w:tcPr>
          <w:p w14:paraId="22545BA3" w14:textId="77777777"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c>
          <w:tcPr>
            <w:tcW w:w="861" w:type="dxa"/>
          </w:tcPr>
          <w:p w14:paraId="194C4C9E" w14:textId="77777777"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r w:rsidR="00490207" w14:paraId="73451C05" w14:textId="77777777" w:rsidTr="00490207">
        <w:tc>
          <w:tcPr>
            <w:tcW w:w="8359" w:type="dxa"/>
          </w:tcPr>
          <w:p w14:paraId="421655A5" w14:textId="77777777" w:rsidR="00490207" w:rsidRDefault="00490207" w:rsidP="00490207">
            <w:pPr>
              <w:jc w:val="both"/>
              <w:rPr>
                <w:rFonts w:ascii="Sharp Sans" w:hAnsi="Sharp Sans"/>
                <w:bCs/>
                <w:sz w:val="22"/>
                <w:szCs w:val="22"/>
              </w:rPr>
            </w:pPr>
            <w:r w:rsidRPr="00490207">
              <w:rPr>
                <w:rFonts w:ascii="Sharp Sans" w:hAnsi="Sharp Sans"/>
                <w:bCs/>
                <w:sz w:val="22"/>
                <w:szCs w:val="22"/>
              </w:rPr>
              <w:t>I understand that all appointments maybe subject to satisfactory references, proof of eligibility to work in the UK, and a satisfactory DBS disclosure (Enhanced)</w:t>
            </w:r>
            <w:r w:rsidRPr="00490207">
              <w:rPr>
                <w:rFonts w:ascii="Sharp Sans" w:hAnsi="Sharp Sans"/>
                <w:bCs/>
                <w:sz w:val="22"/>
                <w:szCs w:val="22"/>
              </w:rPr>
              <w:tab/>
            </w:r>
          </w:p>
          <w:p w14:paraId="6DE06053" w14:textId="77777777" w:rsidR="00490207" w:rsidRPr="00490207" w:rsidRDefault="00490207" w:rsidP="00490207">
            <w:pPr>
              <w:jc w:val="both"/>
              <w:rPr>
                <w:rFonts w:ascii="Sharp Sans" w:hAnsi="Sharp Sans"/>
                <w:bCs/>
                <w:sz w:val="22"/>
                <w:szCs w:val="22"/>
              </w:rPr>
            </w:pPr>
          </w:p>
        </w:tc>
        <w:tc>
          <w:tcPr>
            <w:tcW w:w="850" w:type="dxa"/>
          </w:tcPr>
          <w:p w14:paraId="53DC31A2" w14:textId="77777777"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c>
          <w:tcPr>
            <w:tcW w:w="861" w:type="dxa"/>
          </w:tcPr>
          <w:p w14:paraId="4168F9D4" w14:textId="77777777"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r w:rsidR="00490207" w14:paraId="3F94F7C2" w14:textId="77777777" w:rsidTr="00490207">
        <w:tc>
          <w:tcPr>
            <w:tcW w:w="8359" w:type="dxa"/>
          </w:tcPr>
          <w:p w14:paraId="6219E8FA" w14:textId="461F1B82" w:rsidR="00490207" w:rsidRPr="00490207" w:rsidRDefault="00490207" w:rsidP="00490207">
            <w:pPr>
              <w:jc w:val="both"/>
              <w:rPr>
                <w:rFonts w:ascii="Sharp Sans" w:hAnsi="Sharp Sans"/>
                <w:bCs/>
                <w:sz w:val="22"/>
                <w:szCs w:val="22"/>
              </w:rPr>
            </w:pPr>
            <w:r w:rsidRPr="00490207">
              <w:rPr>
                <w:rFonts w:ascii="Sharp Sans" w:hAnsi="Sharp Sans"/>
                <w:bCs/>
                <w:sz w:val="22"/>
                <w:szCs w:val="22"/>
              </w:rPr>
              <w:t>I have never been convicted of an offence relating to children or young people and have never been the subject of disciplinary procedures or been asked to leave employment or voluntary activity due to inappropriate behavior towards a child or young person. If no, please specify any convictions, spent or unspent below (*)</w:t>
            </w:r>
            <w:r w:rsidRPr="00490207">
              <w:rPr>
                <w:rFonts w:ascii="Sharp Sans" w:hAnsi="Sharp Sans"/>
                <w:bCs/>
                <w:sz w:val="22"/>
                <w:szCs w:val="22"/>
              </w:rPr>
              <w:tab/>
            </w:r>
          </w:p>
        </w:tc>
        <w:tc>
          <w:tcPr>
            <w:tcW w:w="850" w:type="dxa"/>
          </w:tcPr>
          <w:p w14:paraId="170BBCDA" w14:textId="77777777"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c>
          <w:tcPr>
            <w:tcW w:w="861" w:type="dxa"/>
          </w:tcPr>
          <w:p w14:paraId="3858BE9A" w14:textId="77777777"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r w:rsidR="00490207" w14:paraId="56131C21" w14:textId="77777777" w:rsidTr="00490207">
        <w:tc>
          <w:tcPr>
            <w:tcW w:w="8359" w:type="dxa"/>
          </w:tcPr>
          <w:p w14:paraId="5E4E46E5" w14:textId="05D9B26E" w:rsidR="00490207" w:rsidRPr="00490207" w:rsidRDefault="00490207" w:rsidP="00490207">
            <w:pPr>
              <w:jc w:val="both"/>
              <w:rPr>
                <w:rFonts w:ascii="Sharp Sans" w:hAnsi="Sharp Sans"/>
                <w:bCs/>
                <w:sz w:val="22"/>
                <w:szCs w:val="22"/>
              </w:rPr>
            </w:pPr>
            <w:r w:rsidRPr="00490207">
              <w:rPr>
                <w:rFonts w:ascii="Sharp Sans" w:hAnsi="Sharp Sans"/>
                <w:bCs/>
                <w:sz w:val="22"/>
                <w:szCs w:val="22"/>
              </w:rPr>
              <w:lastRenderedPageBreak/>
              <w:t xml:space="preserve">I understand that submitting false information or withholding relevant information on this form may lead to my application being rejected or, if I am appointed, will constitute grounds for dismissal </w:t>
            </w:r>
          </w:p>
        </w:tc>
        <w:tc>
          <w:tcPr>
            <w:tcW w:w="850" w:type="dxa"/>
          </w:tcPr>
          <w:p w14:paraId="7C02A145" w14:textId="77777777"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c>
          <w:tcPr>
            <w:tcW w:w="861" w:type="dxa"/>
          </w:tcPr>
          <w:p w14:paraId="0BF1CB5B" w14:textId="77777777" w:rsidR="00490207" w:rsidRPr="00490207" w:rsidRDefault="00490207"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bl>
    <w:p w14:paraId="407E8038" w14:textId="77777777" w:rsidR="00490207" w:rsidRPr="00490207" w:rsidRDefault="00490207" w:rsidP="00490207">
      <w:pPr>
        <w:jc w:val="both"/>
        <w:rPr>
          <w:rFonts w:ascii="Sharp Sans" w:hAnsi="Sharp Sans"/>
          <w:bCs/>
          <w:sz w:val="22"/>
          <w:szCs w:val="22"/>
        </w:rPr>
      </w:pPr>
      <w:r w:rsidRPr="00490207">
        <w:rPr>
          <w:rFonts w:ascii="Sharp Sans" w:hAnsi="Sharp Sans"/>
          <w:bCs/>
          <w:sz w:val="22"/>
          <w:szCs w:val="22"/>
        </w:rPr>
        <w:t>Your personal data will be processed and kept for the purpose described above in accordance with the Data Protection Act 1998 and General Data Protection Regulation.</w:t>
      </w:r>
    </w:p>
    <w:p w14:paraId="5009A9E0" w14:textId="77777777" w:rsidR="00490207" w:rsidRPr="00490207" w:rsidRDefault="00490207" w:rsidP="00490207">
      <w:pPr>
        <w:jc w:val="both"/>
        <w:rPr>
          <w:rFonts w:ascii="Sharp Sans" w:hAnsi="Sharp Sans"/>
          <w:bCs/>
          <w:sz w:val="22"/>
          <w:szCs w:val="22"/>
        </w:rPr>
      </w:pPr>
    </w:p>
    <w:p w14:paraId="1DC6E5CC" w14:textId="77777777" w:rsidR="00490207" w:rsidRDefault="00490207" w:rsidP="00490207">
      <w:pPr>
        <w:jc w:val="both"/>
        <w:rPr>
          <w:rFonts w:ascii="Sharp Sans" w:hAnsi="Sharp Sans"/>
          <w:b/>
          <w:bCs/>
          <w:sz w:val="22"/>
          <w:szCs w:val="22"/>
        </w:rPr>
      </w:pPr>
      <w:r w:rsidRPr="00D56B0E">
        <w:rPr>
          <w:rFonts w:ascii="Sharp Sans" w:hAnsi="Sharp Sans"/>
          <w:b/>
          <w:bCs/>
          <w:sz w:val="22"/>
          <w:szCs w:val="22"/>
        </w:rPr>
        <w:t>Checklist</w:t>
      </w:r>
    </w:p>
    <w:tbl>
      <w:tblPr>
        <w:tblStyle w:val="TableGrid"/>
        <w:tblW w:w="0" w:type="auto"/>
        <w:tblLook w:val="04A0" w:firstRow="1" w:lastRow="0" w:firstColumn="1" w:lastColumn="0" w:noHBand="0" w:noVBand="1"/>
      </w:tblPr>
      <w:tblGrid>
        <w:gridCol w:w="8802"/>
        <w:gridCol w:w="1268"/>
      </w:tblGrid>
      <w:tr w:rsidR="00D56B0E" w14:paraId="2CBF96D1" w14:textId="77777777" w:rsidTr="00D56B0E">
        <w:tc>
          <w:tcPr>
            <w:tcW w:w="8926" w:type="dxa"/>
          </w:tcPr>
          <w:p w14:paraId="726A7A67" w14:textId="77777777" w:rsidR="00D56B0E" w:rsidRPr="00D56B0E" w:rsidRDefault="00D56B0E"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r w:rsidRPr="00D56B0E">
              <w:rPr>
                <w:rFonts w:ascii="Sharp Sans" w:hAnsi="Sharp Sans"/>
                <w:b/>
                <w:bCs/>
                <w:sz w:val="22"/>
                <w:szCs w:val="22"/>
              </w:rPr>
              <w:t>Please ensure you have:</w:t>
            </w:r>
          </w:p>
          <w:p w14:paraId="79E6C391" w14:textId="77777777" w:rsidR="00D56B0E" w:rsidRPr="00D56B0E" w:rsidRDefault="00D56B0E"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p>
        </w:tc>
        <w:tc>
          <w:tcPr>
            <w:tcW w:w="1144" w:type="dxa"/>
          </w:tcPr>
          <w:p w14:paraId="24E97F26" w14:textId="77777777" w:rsidR="00D56B0E" w:rsidRPr="00D56B0E" w:rsidRDefault="00D56B0E"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
                <w:bCs/>
                <w:sz w:val="22"/>
                <w:szCs w:val="22"/>
              </w:rPr>
            </w:pPr>
            <w:r w:rsidRPr="00D56B0E">
              <w:rPr>
                <w:rFonts w:ascii="Sharp Sans" w:hAnsi="Sharp Sans"/>
                <w:b/>
                <w:bCs/>
                <w:sz w:val="22"/>
                <w:szCs w:val="22"/>
              </w:rPr>
              <w:t>Enclosed</w:t>
            </w:r>
          </w:p>
        </w:tc>
      </w:tr>
      <w:tr w:rsidR="00D56B0E" w14:paraId="0B8FEC59" w14:textId="77777777" w:rsidTr="00D56B0E">
        <w:trPr>
          <w:trHeight w:val="442"/>
        </w:trPr>
        <w:tc>
          <w:tcPr>
            <w:tcW w:w="8926" w:type="dxa"/>
          </w:tcPr>
          <w:p w14:paraId="4D09AABD" w14:textId="77777777" w:rsidR="00D56B0E" w:rsidRPr="00490207" w:rsidRDefault="00D56B0E"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r w:rsidRPr="00490207">
              <w:rPr>
                <w:rFonts w:ascii="Sharp Sans" w:hAnsi="Sharp Sans"/>
                <w:bCs/>
                <w:sz w:val="22"/>
                <w:szCs w:val="22"/>
              </w:rPr>
              <w:t>Completed the application form – Part 1</w:t>
            </w:r>
          </w:p>
        </w:tc>
        <w:tc>
          <w:tcPr>
            <w:tcW w:w="1144" w:type="dxa"/>
          </w:tcPr>
          <w:p w14:paraId="06E7F433" w14:textId="77777777" w:rsidR="00D56B0E" w:rsidRPr="00490207" w:rsidRDefault="00D56B0E"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r w:rsidR="00D56B0E" w14:paraId="1C63753E" w14:textId="77777777" w:rsidTr="00D56B0E">
        <w:trPr>
          <w:trHeight w:val="420"/>
        </w:trPr>
        <w:tc>
          <w:tcPr>
            <w:tcW w:w="8926" w:type="dxa"/>
          </w:tcPr>
          <w:p w14:paraId="2B6ABF11" w14:textId="77777777" w:rsidR="00D56B0E" w:rsidRPr="00490207" w:rsidRDefault="00D56B0E"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r w:rsidRPr="00490207">
              <w:rPr>
                <w:rFonts w:ascii="Sharp Sans" w:hAnsi="Sharp Sans"/>
                <w:bCs/>
                <w:sz w:val="22"/>
                <w:szCs w:val="22"/>
              </w:rPr>
              <w:t>Completed the application form – Part 2</w:t>
            </w:r>
          </w:p>
        </w:tc>
        <w:tc>
          <w:tcPr>
            <w:tcW w:w="1144" w:type="dxa"/>
          </w:tcPr>
          <w:p w14:paraId="3930B383" w14:textId="77777777" w:rsidR="00D56B0E" w:rsidRPr="00490207" w:rsidRDefault="00D56B0E"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r w:rsidR="00D56B0E" w14:paraId="06379411" w14:textId="77777777" w:rsidTr="00D56B0E">
        <w:trPr>
          <w:trHeight w:val="412"/>
        </w:trPr>
        <w:tc>
          <w:tcPr>
            <w:tcW w:w="8926" w:type="dxa"/>
          </w:tcPr>
          <w:p w14:paraId="2E959E65" w14:textId="49ED2CC2" w:rsidR="00D56B0E" w:rsidRPr="00490207" w:rsidRDefault="00D56B0E"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r w:rsidRPr="00490207">
              <w:rPr>
                <w:rFonts w:ascii="Sharp Sans" w:hAnsi="Sharp Sans"/>
                <w:bCs/>
                <w:sz w:val="22"/>
                <w:szCs w:val="22"/>
              </w:rPr>
              <w:t>Completed the</w:t>
            </w:r>
            <w:r w:rsidR="007479A7">
              <w:rPr>
                <w:rFonts w:ascii="Sharp Sans" w:hAnsi="Sharp Sans"/>
                <w:bCs/>
                <w:sz w:val="22"/>
                <w:szCs w:val="22"/>
              </w:rPr>
              <w:t xml:space="preserve"> online</w:t>
            </w:r>
            <w:r w:rsidRPr="00490207">
              <w:rPr>
                <w:rFonts w:ascii="Sharp Sans" w:hAnsi="Sharp Sans"/>
                <w:bCs/>
                <w:sz w:val="22"/>
                <w:szCs w:val="22"/>
              </w:rPr>
              <w:t xml:space="preserve"> Equal Opportunities monitoring form</w:t>
            </w:r>
            <w:r>
              <w:rPr>
                <w:rFonts w:ascii="Sharp Sans" w:hAnsi="Sharp Sans"/>
                <w:bCs/>
                <w:sz w:val="22"/>
                <w:szCs w:val="22"/>
              </w:rPr>
              <w:t>`</w:t>
            </w:r>
          </w:p>
        </w:tc>
        <w:tc>
          <w:tcPr>
            <w:tcW w:w="1144" w:type="dxa"/>
          </w:tcPr>
          <w:p w14:paraId="3CEA5E7C" w14:textId="77777777" w:rsidR="00D56B0E" w:rsidRPr="00490207" w:rsidRDefault="00D56B0E" w:rsidP="00490207">
            <w:pPr>
              <w:pBdr>
                <w:top w:val="none" w:sz="0" w:space="0" w:color="auto"/>
                <w:left w:val="none" w:sz="0" w:space="0" w:color="auto"/>
                <w:bottom w:val="none" w:sz="0" w:space="0" w:color="auto"/>
                <w:right w:val="none" w:sz="0" w:space="0" w:color="auto"/>
                <w:between w:val="none" w:sz="0" w:space="0" w:color="auto"/>
                <w:bar w:val="none" w:sz="0" w:color="auto"/>
              </w:pBdr>
              <w:jc w:val="both"/>
              <w:rPr>
                <w:rFonts w:ascii="Sharp Sans" w:hAnsi="Sharp Sans"/>
                <w:bCs/>
                <w:sz w:val="22"/>
                <w:szCs w:val="22"/>
              </w:rPr>
            </w:pPr>
          </w:p>
        </w:tc>
      </w:tr>
    </w:tbl>
    <w:p w14:paraId="1D37FB90" w14:textId="77777777" w:rsidR="00D56B0E" w:rsidRPr="00D56B0E" w:rsidRDefault="00D56B0E" w:rsidP="00490207">
      <w:pPr>
        <w:jc w:val="both"/>
        <w:rPr>
          <w:rFonts w:ascii="Sharp Sans" w:hAnsi="Sharp Sans"/>
          <w:b/>
          <w:bCs/>
          <w:sz w:val="22"/>
          <w:szCs w:val="22"/>
        </w:rPr>
      </w:pPr>
    </w:p>
    <w:p w14:paraId="07BA7D50" w14:textId="77777777" w:rsidR="00D56B0E" w:rsidRDefault="00490207" w:rsidP="00490207">
      <w:pPr>
        <w:jc w:val="both"/>
        <w:rPr>
          <w:rFonts w:ascii="Sharp Sans" w:hAnsi="Sharp Sans"/>
          <w:bCs/>
          <w:sz w:val="22"/>
          <w:szCs w:val="22"/>
        </w:rPr>
      </w:pPr>
      <w:r w:rsidRPr="00490207">
        <w:rPr>
          <w:rFonts w:ascii="Sharp Sans" w:hAnsi="Sharp Sans"/>
          <w:bCs/>
          <w:sz w:val="22"/>
          <w:szCs w:val="22"/>
        </w:rPr>
        <w:t xml:space="preserve">Once your application is submitted you will receive an automatic confirmation email. If you do not receive this email please follow up with our Administration Team.  </w:t>
      </w:r>
    </w:p>
    <w:p w14:paraId="186609CE" w14:textId="77777777" w:rsidR="00D56B0E" w:rsidRDefault="00D56B0E" w:rsidP="00490207">
      <w:pPr>
        <w:jc w:val="both"/>
        <w:rPr>
          <w:rFonts w:ascii="Sharp Sans" w:hAnsi="Sharp Sans"/>
          <w:bCs/>
          <w:sz w:val="22"/>
          <w:szCs w:val="22"/>
        </w:rPr>
      </w:pPr>
    </w:p>
    <w:p w14:paraId="1D92EFF7" w14:textId="77777777" w:rsidR="00490207" w:rsidRPr="00490207" w:rsidRDefault="00490207" w:rsidP="00490207">
      <w:pPr>
        <w:jc w:val="both"/>
        <w:rPr>
          <w:rFonts w:ascii="Sharp Sans" w:hAnsi="Sharp Sans"/>
          <w:bCs/>
          <w:sz w:val="22"/>
          <w:szCs w:val="22"/>
        </w:rPr>
      </w:pPr>
      <w:r w:rsidRPr="00490207">
        <w:rPr>
          <w:rFonts w:ascii="Sharp Sans" w:hAnsi="Sharp Sans"/>
          <w:bCs/>
          <w:sz w:val="22"/>
          <w:szCs w:val="22"/>
        </w:rPr>
        <w:t xml:space="preserve">Thank you for your application to the Lyric Hammersmith Theatre! </w:t>
      </w:r>
    </w:p>
    <w:p w14:paraId="290C9F30" w14:textId="77777777" w:rsidR="00490207" w:rsidRPr="00490207" w:rsidRDefault="00490207" w:rsidP="00490207">
      <w:pPr>
        <w:jc w:val="both"/>
        <w:rPr>
          <w:rFonts w:ascii="Sharp Sans" w:hAnsi="Sharp Sans"/>
          <w:bCs/>
          <w:sz w:val="22"/>
          <w:szCs w:val="22"/>
        </w:rPr>
      </w:pPr>
    </w:p>
    <w:p w14:paraId="6443C0B6" w14:textId="77777777" w:rsidR="00490207" w:rsidRPr="00490207" w:rsidRDefault="00490207" w:rsidP="00490207">
      <w:pPr>
        <w:jc w:val="both"/>
        <w:rPr>
          <w:rFonts w:ascii="Sharp Sans" w:hAnsi="Sharp Sans"/>
          <w:bCs/>
          <w:sz w:val="22"/>
          <w:szCs w:val="22"/>
        </w:rPr>
      </w:pPr>
    </w:p>
    <w:p w14:paraId="164502E0" w14:textId="77777777" w:rsidR="00490207" w:rsidRPr="00490207" w:rsidRDefault="00490207" w:rsidP="00490207">
      <w:pPr>
        <w:jc w:val="both"/>
        <w:rPr>
          <w:rFonts w:ascii="Sharp Sans" w:hAnsi="Sharp Sans"/>
          <w:bCs/>
          <w:sz w:val="22"/>
          <w:szCs w:val="22"/>
        </w:rPr>
      </w:pPr>
    </w:p>
    <w:p w14:paraId="708C0F68" w14:textId="77777777" w:rsidR="00490207" w:rsidRPr="00490207" w:rsidRDefault="00490207" w:rsidP="00490207">
      <w:pPr>
        <w:jc w:val="both"/>
        <w:rPr>
          <w:rFonts w:ascii="Sharp Sans" w:hAnsi="Sharp Sans"/>
          <w:bCs/>
          <w:sz w:val="22"/>
          <w:szCs w:val="22"/>
        </w:rPr>
      </w:pPr>
    </w:p>
    <w:p w14:paraId="48380649" w14:textId="77777777" w:rsidR="00F52AFD" w:rsidRPr="00455A28" w:rsidRDefault="00F52AFD" w:rsidP="00F52AFD">
      <w:pPr>
        <w:jc w:val="both"/>
        <w:rPr>
          <w:rFonts w:ascii="Sharp Sans" w:hAnsi="Sharp Sans"/>
          <w:bCs/>
          <w:sz w:val="22"/>
          <w:szCs w:val="22"/>
        </w:rPr>
      </w:pPr>
    </w:p>
    <w:sectPr w:rsidR="00F52AFD" w:rsidRPr="00455A28" w:rsidSect="00F63FBF">
      <w:headerReference w:type="first" r:id="rId9"/>
      <w:pgSz w:w="11906" w:h="16838" w:code="9"/>
      <w:pgMar w:top="993" w:right="924" w:bottom="1440" w:left="902" w:header="0"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370D1CFE" w16cex:dateUtc="2024-12-11T10:25:00Z"/>
  <w16cex:commentExtensible w16cex:durableId="051E546E" w16cex:dateUtc="2024-12-11T10:26:00Z"/>
  <w16cex:commentExtensible w16cex:durableId="633283FB" w16cex:dateUtc="2024-12-11T10:27:00Z"/>
  <w16cex:commentExtensible w16cex:durableId="6B07BEC7" w16cex:dateUtc="2024-12-11T10:28:00Z"/>
  <w16cex:commentExtensible w16cex:durableId="2F2F68C1" w16cex:dateUtc="2024-12-11T10:34:00Z"/>
  <w16cex:commentExtensible w16cex:durableId="36C91229" w16cex:dateUtc="2024-12-11T10:35:00Z"/>
  <w16cex:commentExtensible w16cex:durableId="78244227" w16cex:dateUtc="2024-12-11T10:36:00Z"/>
  <w16cex:commentExtensible w16cex:durableId="60B9D6EA" w16cex:dateUtc="2024-12-12T13:22:00Z"/>
  <w16cex:commentExtensible w16cex:durableId="14806669" w16cex:dateUtc="2024-12-11T10:3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1C03C917" w16cid:durableId="370D1CFE"/>
  <w16cid:commentId w16cid:paraId="26E64672" w16cid:durableId="051E546E"/>
  <w16cid:commentId w16cid:paraId="6D5902C6" w16cid:durableId="633283FB"/>
  <w16cid:commentId w16cid:paraId="777825A4" w16cid:durableId="6B07BEC7"/>
  <w16cid:commentId w16cid:paraId="5BDDEB7F" w16cid:durableId="2F2F68C1"/>
  <w16cid:commentId w16cid:paraId="4F72D9EA" w16cid:durableId="36C91229"/>
  <w16cid:commentId w16cid:paraId="26A764C9" w16cid:durableId="78244227"/>
  <w16cid:commentId w16cid:paraId="65E4027C" w16cid:durableId="60B9D6EA"/>
  <w16cid:commentId w16cid:paraId="3BA43530" w16cid:durableId="1480666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2343186" w14:textId="77777777" w:rsidR="009B5409" w:rsidRDefault="009B5409" w:rsidP="00F52AFD">
      <w:r>
        <w:separator/>
      </w:r>
    </w:p>
  </w:endnote>
  <w:endnote w:type="continuationSeparator" w:id="0">
    <w:p w14:paraId="5C61A5AD" w14:textId="77777777" w:rsidR="009B5409" w:rsidRDefault="009B5409" w:rsidP="00F52A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Folio Lt BT">
    <w:panose1 w:val="020B0403020202020204"/>
    <w:charset w:val="00"/>
    <w:family w:val="swiss"/>
    <w:pitch w:val="variable"/>
    <w:sig w:usb0="800000AF" w:usb1="1000204A" w:usb2="00000000" w:usb3="00000000" w:csb0="00000011"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Unicode MS">
    <w:panose1 w:val="020B0604020202020204"/>
    <w:charset w:val="00"/>
    <w:family w:val="auto"/>
    <w:pitch w:val="variable"/>
    <w:sig w:usb0="00000000" w:usb1="E9DFFFFF" w:usb2="0000003F" w:usb3="00000000" w:csb0="003F01FF" w:csb1="00000000"/>
  </w:font>
  <w:font w:name="Helvetica">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Sharp Grotesk Bold 17">
    <w:panose1 w:val="020B0805050702030204"/>
    <w:charset w:val="00"/>
    <w:family w:val="swiss"/>
    <w:pitch w:val="variable"/>
    <w:sig w:usb0="20000007" w:usb1="10010003" w:usb2="00000000" w:usb3="00000000" w:csb0="00000193" w:csb1="00000000"/>
  </w:font>
  <w:font w:name="Sharp Sans">
    <w:panose1 w:val="00000000000000000000"/>
    <w:charset w:val="00"/>
    <w:family w:val="auto"/>
    <w:pitch w:val="variable"/>
    <w:sig w:usb0="A10000EF" w:usb1="520160FB" w:usb2="00000010" w:usb3="00000000" w:csb0="00000193"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1A57A4" w14:textId="77777777" w:rsidR="009B5409" w:rsidRDefault="009B5409" w:rsidP="00F52AFD">
      <w:r>
        <w:separator/>
      </w:r>
    </w:p>
  </w:footnote>
  <w:footnote w:type="continuationSeparator" w:id="0">
    <w:p w14:paraId="38204A4E" w14:textId="77777777" w:rsidR="009B5409" w:rsidRDefault="009B5409" w:rsidP="00F52AF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7A6356A" w14:textId="77777777" w:rsidR="009B5409" w:rsidRPr="00F52AFD" w:rsidRDefault="009B5409" w:rsidP="00F52AFD">
    <w:pPr>
      <w:pStyle w:val="ListBullet"/>
      <w:numPr>
        <w:ilvl w:val="0"/>
        <w:numId w:val="0"/>
      </w:numPr>
      <w:spacing w:after="240"/>
      <w:rPr>
        <w:u w:val="single"/>
      </w:rPr>
    </w:pPr>
    <w:r>
      <w:rPr>
        <w:noProof/>
        <w:lang w:val="en-GB" w:eastAsia="en-GB"/>
      </w:rPr>
      <w:drawing>
        <wp:inline distT="0" distB="0" distL="0" distR="0" wp14:anchorId="0929EF23" wp14:editId="28C7D920">
          <wp:extent cx="1231900" cy="876300"/>
          <wp:effectExtent l="0" t="0" r="0" b="0"/>
          <wp:docPr id="1" name="Picture 1" descr="A white text on a black background&#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A white text on a black background&#10;&#10;Description automatically generated"/>
                  <pic:cNvPicPr/>
                </pic:nvPicPr>
                <pic:blipFill>
                  <a:blip r:embed="rId1">
                    <a:extLst>
                      <a:ext uri="{28A0092B-C50C-407E-A947-70E740481C1C}">
                        <a14:useLocalDpi xmlns:a14="http://schemas.microsoft.com/office/drawing/2010/main" val="0"/>
                      </a:ext>
                    </a:extLst>
                  </a:blip>
                  <a:stretch>
                    <a:fillRect/>
                  </a:stretch>
                </pic:blipFill>
                <pic:spPr>
                  <a:xfrm>
                    <a:off x="0" y="0"/>
                    <a:ext cx="1231900" cy="8763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43CA1482"/>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BC06941"/>
    <w:multiLevelType w:val="hybridMultilevel"/>
    <w:tmpl w:val="2C8C4160"/>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B2B736E"/>
    <w:multiLevelType w:val="hybridMultilevel"/>
    <w:tmpl w:val="124EAD4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C581CA3"/>
    <w:multiLevelType w:val="hybridMultilevel"/>
    <w:tmpl w:val="C62279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380F584A"/>
    <w:multiLevelType w:val="singleLevel"/>
    <w:tmpl w:val="08090001"/>
    <w:lvl w:ilvl="0">
      <w:start w:val="1"/>
      <w:numFmt w:val="bullet"/>
      <w:lvlText w:val=""/>
      <w:lvlJc w:val="left"/>
      <w:pPr>
        <w:ind w:left="720" w:hanging="360"/>
      </w:pPr>
      <w:rPr>
        <w:rFonts w:ascii="Symbol" w:hAnsi="Symbol" w:hint="default"/>
      </w:rPr>
    </w:lvl>
  </w:abstractNum>
  <w:abstractNum w:abstractNumId="5" w15:restartNumberingAfterBreak="0">
    <w:nsid w:val="403B594B"/>
    <w:multiLevelType w:val="hybridMultilevel"/>
    <w:tmpl w:val="C024BD80"/>
    <w:lvl w:ilvl="0" w:tplc="04090001">
      <w:start w:val="1"/>
      <w:numFmt w:val="bullet"/>
      <w:lvlText w:val=""/>
      <w:lvlJc w:val="left"/>
      <w:pPr>
        <w:tabs>
          <w:tab w:val="num" w:pos="720"/>
        </w:tabs>
        <w:ind w:left="720" w:hanging="360"/>
      </w:pPr>
      <w:rPr>
        <w:rFonts w:ascii="Symbol" w:hAnsi="Symbol" w:cs="Folio Lt BT"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Folio Lt BT" w:hint="default"/>
      </w:rPr>
    </w:lvl>
    <w:lvl w:ilvl="4" w:tplc="04090003">
      <w:start w:val="1"/>
      <w:numFmt w:val="bullet"/>
      <w:lvlText w:val="o"/>
      <w:lvlJc w:val="left"/>
      <w:pPr>
        <w:tabs>
          <w:tab w:val="num" w:pos="3600"/>
        </w:tabs>
        <w:ind w:left="3600" w:hanging="360"/>
      </w:pPr>
      <w:rPr>
        <w:rFonts w:ascii="Courier New" w:hAnsi="Courier New" w:cs="Arial"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Folio Lt BT" w:hint="default"/>
      </w:rPr>
    </w:lvl>
    <w:lvl w:ilvl="7" w:tplc="04090003">
      <w:start w:val="1"/>
      <w:numFmt w:val="bullet"/>
      <w:lvlText w:val="o"/>
      <w:lvlJc w:val="left"/>
      <w:pPr>
        <w:tabs>
          <w:tab w:val="num" w:pos="5760"/>
        </w:tabs>
        <w:ind w:left="5760" w:hanging="360"/>
      </w:pPr>
      <w:rPr>
        <w:rFonts w:ascii="Courier New" w:hAnsi="Courier New" w:cs="Arial"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6" w15:restartNumberingAfterBreak="0">
    <w:nsid w:val="68B40663"/>
    <w:multiLevelType w:val="hybridMultilevel"/>
    <w:tmpl w:val="44FE1E5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6C7C1A94"/>
    <w:multiLevelType w:val="hybridMultilevel"/>
    <w:tmpl w:val="B8481B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6"/>
  </w:num>
  <w:num w:numId="4">
    <w:abstractNumId w:val="2"/>
  </w:num>
  <w:num w:numId="5">
    <w:abstractNumId w:val="5"/>
  </w:num>
  <w:num w:numId="6">
    <w:abstractNumId w:val="7"/>
  </w:num>
  <w:num w:numId="7">
    <w:abstractNumId w:val="3"/>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attachedTemplate r:id="rId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0207"/>
    <w:rsid w:val="00002F9D"/>
    <w:rsid w:val="000315EF"/>
    <w:rsid w:val="00043022"/>
    <w:rsid w:val="002E3FE0"/>
    <w:rsid w:val="0034609B"/>
    <w:rsid w:val="003A41C1"/>
    <w:rsid w:val="00490207"/>
    <w:rsid w:val="004D22C3"/>
    <w:rsid w:val="00543610"/>
    <w:rsid w:val="006A7602"/>
    <w:rsid w:val="007479A7"/>
    <w:rsid w:val="00814F3D"/>
    <w:rsid w:val="0081681A"/>
    <w:rsid w:val="00860939"/>
    <w:rsid w:val="0090550D"/>
    <w:rsid w:val="009975A8"/>
    <w:rsid w:val="009B5409"/>
    <w:rsid w:val="00A50E55"/>
    <w:rsid w:val="00A56A4A"/>
    <w:rsid w:val="00B32BA3"/>
    <w:rsid w:val="00B45A16"/>
    <w:rsid w:val="00C20225"/>
    <w:rsid w:val="00C245B6"/>
    <w:rsid w:val="00CC53CB"/>
    <w:rsid w:val="00CF7ADB"/>
    <w:rsid w:val="00D56B0E"/>
    <w:rsid w:val="00D94290"/>
    <w:rsid w:val="00DE0930"/>
    <w:rsid w:val="00EE3E68"/>
    <w:rsid w:val="00F12FEA"/>
    <w:rsid w:val="00F52AFD"/>
    <w:rsid w:val="00F63FB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FC9444"/>
  <w15:chartTrackingRefBased/>
  <w15:docId w15:val="{0FB76908-212E-41BD-9106-584C63CFDE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F52AFD"/>
    <w:pPr>
      <w:pBdr>
        <w:top w:val="nil"/>
        <w:left w:val="nil"/>
        <w:bottom w:val="nil"/>
        <w:right w:val="nil"/>
        <w:between w:val="nil"/>
        <w:bar w:val="nil"/>
      </w:pBdr>
      <w:spacing w:after="0" w:line="240" w:lineRule="auto"/>
    </w:pPr>
    <w:rPr>
      <w:rFonts w:ascii="Times New Roman" w:eastAsia="Times New Roman" w:hAnsi="Times New Roman" w:cs="Times New Roman"/>
      <w:color w:val="000000"/>
      <w:sz w:val="24"/>
      <w:szCs w:val="24"/>
      <w:u w:color="000000"/>
      <w:bdr w:val="nil"/>
      <w:lang w:val="en-US"/>
    </w:rPr>
  </w:style>
  <w:style w:type="paragraph" w:styleId="Heading4">
    <w:name w:val="heading 4"/>
    <w:basedOn w:val="Normal"/>
    <w:next w:val="Normal"/>
    <w:link w:val="Heading4Char"/>
    <w:uiPriority w:val="9"/>
    <w:semiHidden/>
    <w:unhideWhenUsed/>
    <w:qFormat/>
    <w:rsid w:val="00F52AFD"/>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
    <w:semiHidden/>
    <w:rsid w:val="00F52AFD"/>
    <w:rPr>
      <w:rFonts w:asciiTheme="majorHAnsi" w:eastAsiaTheme="majorEastAsia" w:hAnsiTheme="majorHAnsi" w:cstheme="majorBidi"/>
      <w:i/>
      <w:iCs/>
      <w:color w:val="2E74B5" w:themeColor="accent1" w:themeShade="BF"/>
      <w:sz w:val="24"/>
      <w:szCs w:val="24"/>
      <w:u w:color="000000"/>
      <w:bdr w:val="nil"/>
      <w:lang w:val="en-US"/>
    </w:rPr>
  </w:style>
  <w:style w:type="paragraph" w:styleId="Footer">
    <w:name w:val="footer"/>
    <w:basedOn w:val="Normal"/>
    <w:link w:val="FooterChar"/>
    <w:uiPriority w:val="99"/>
    <w:rsid w:val="00F52AFD"/>
    <w:pPr>
      <w:tabs>
        <w:tab w:val="center" w:pos="4153"/>
        <w:tab w:val="right" w:pos="8306"/>
      </w:tabs>
    </w:pPr>
  </w:style>
  <w:style w:type="character" w:customStyle="1" w:styleId="FooterChar">
    <w:name w:val="Footer Char"/>
    <w:basedOn w:val="DefaultParagraphFont"/>
    <w:link w:val="Footer"/>
    <w:uiPriority w:val="99"/>
    <w:rsid w:val="00F52AFD"/>
    <w:rPr>
      <w:rFonts w:ascii="Times New Roman" w:eastAsia="Times New Roman" w:hAnsi="Times New Roman" w:cs="Times New Roman"/>
      <w:color w:val="000000"/>
      <w:sz w:val="24"/>
      <w:szCs w:val="24"/>
      <w:u w:color="000000"/>
      <w:bdr w:val="nil"/>
      <w:lang w:val="en-US"/>
    </w:rPr>
  </w:style>
  <w:style w:type="character" w:styleId="Hyperlink">
    <w:name w:val="Hyperlink"/>
    <w:basedOn w:val="DefaultParagraphFont"/>
    <w:unhideWhenUsed/>
    <w:rsid w:val="00F52AFD"/>
    <w:rPr>
      <w:color w:val="0563C1" w:themeColor="hyperlink"/>
      <w:u w:val="single"/>
    </w:rPr>
  </w:style>
  <w:style w:type="paragraph" w:styleId="ListBullet">
    <w:name w:val="List Bullet"/>
    <w:basedOn w:val="Normal"/>
    <w:uiPriority w:val="99"/>
    <w:unhideWhenUsed/>
    <w:rsid w:val="00F52AFD"/>
    <w:pPr>
      <w:numPr>
        <w:numId w:val="1"/>
      </w:numPr>
      <w:contextualSpacing/>
    </w:pPr>
  </w:style>
  <w:style w:type="paragraph" w:customStyle="1" w:styleId="BodyA">
    <w:name w:val="Body A"/>
    <w:rsid w:val="00F52AFD"/>
    <w:pPr>
      <w:pBdr>
        <w:top w:val="nil"/>
        <w:left w:val="nil"/>
        <w:bottom w:val="nil"/>
        <w:right w:val="nil"/>
        <w:between w:val="nil"/>
        <w:bar w:val="nil"/>
      </w:pBdr>
      <w:spacing w:after="200" w:line="240" w:lineRule="auto"/>
    </w:pPr>
    <w:rPr>
      <w:rFonts w:ascii="Calibri" w:eastAsia="Arial Unicode MS" w:hAnsi="Arial Unicode MS" w:cs="Arial Unicode MS"/>
      <w:color w:val="000000"/>
      <w:u w:color="000000"/>
      <w:bdr w:val="nil"/>
      <w:lang w:val="en-US" w:eastAsia="en-GB"/>
    </w:rPr>
  </w:style>
  <w:style w:type="paragraph" w:customStyle="1" w:styleId="Default">
    <w:name w:val="Default"/>
    <w:rsid w:val="00F52AFD"/>
    <w:pPr>
      <w:pBdr>
        <w:top w:val="nil"/>
        <w:left w:val="nil"/>
        <w:bottom w:val="nil"/>
        <w:right w:val="nil"/>
        <w:between w:val="nil"/>
        <w:bar w:val="nil"/>
      </w:pBdr>
      <w:spacing w:after="0" w:line="240" w:lineRule="auto"/>
    </w:pPr>
    <w:rPr>
      <w:rFonts w:ascii="Helvetica" w:eastAsia="Helvetica" w:hAnsi="Helvetica" w:cs="Helvetica"/>
      <w:color w:val="000000"/>
      <w:bdr w:val="nil"/>
      <w:lang w:eastAsia="en-GB"/>
    </w:rPr>
  </w:style>
  <w:style w:type="character" w:customStyle="1" w:styleId="Hyperlink0">
    <w:name w:val="Hyperlink.0"/>
    <w:basedOn w:val="DefaultParagraphFont"/>
    <w:rsid w:val="00F52AFD"/>
    <w:rPr>
      <w:rFonts w:ascii="Folio Lt BT" w:eastAsia="Folio Lt BT" w:hAnsi="Folio Lt BT" w:cs="Folio Lt BT"/>
      <w:b/>
      <w:bCs/>
      <w:color w:val="1420F8"/>
      <w:sz w:val="22"/>
      <w:szCs w:val="22"/>
      <w:u w:val="single" w:color="0000FF"/>
      <w:lang w:val="en-US"/>
    </w:rPr>
  </w:style>
  <w:style w:type="paragraph" w:customStyle="1" w:styleId="BodyText1">
    <w:name w:val="Body Text1"/>
    <w:rsid w:val="00F52AFD"/>
    <w:pPr>
      <w:pBdr>
        <w:top w:val="nil"/>
        <w:left w:val="nil"/>
        <w:bottom w:val="nil"/>
        <w:right w:val="nil"/>
        <w:between w:val="nil"/>
        <w:bar w:val="nil"/>
      </w:pBdr>
      <w:spacing w:after="120" w:line="240" w:lineRule="auto"/>
    </w:pPr>
    <w:rPr>
      <w:rFonts w:ascii="Calibri" w:eastAsia="Calibri" w:hAnsi="Calibri" w:cs="Calibri"/>
      <w:color w:val="000000"/>
      <w:u w:color="000000"/>
      <w:bdr w:val="nil"/>
      <w:lang w:val="en-US" w:eastAsia="en-GB"/>
    </w:rPr>
  </w:style>
  <w:style w:type="paragraph" w:styleId="NormalWeb">
    <w:name w:val="Normal (Web)"/>
    <w:basedOn w:val="Normal"/>
    <w:uiPriority w:val="99"/>
    <w:rsid w:val="00F52AF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color w:val="auto"/>
      <w:bdr w:val="none" w:sz="0" w:space="0" w:color="auto"/>
    </w:rPr>
  </w:style>
  <w:style w:type="paragraph" w:styleId="BodyText">
    <w:name w:val="Body Text"/>
    <w:basedOn w:val="Normal"/>
    <w:link w:val="BodyTextChar"/>
    <w:unhideWhenUsed/>
    <w:rsid w:val="00F52AFD"/>
    <w:pPr>
      <w:pBdr>
        <w:top w:val="none" w:sz="0" w:space="0" w:color="auto"/>
        <w:left w:val="none" w:sz="0" w:space="0" w:color="auto"/>
        <w:bottom w:val="none" w:sz="0" w:space="0" w:color="auto"/>
        <w:right w:val="none" w:sz="0" w:space="0" w:color="auto"/>
        <w:between w:val="none" w:sz="0" w:space="0" w:color="auto"/>
        <w:bar w:val="none" w:sz="0" w:color="auto"/>
      </w:pBdr>
      <w:spacing w:after="120"/>
    </w:pPr>
    <w:rPr>
      <w:rFonts w:ascii="Calibri" w:eastAsia="Calibri" w:hAnsi="Calibri"/>
      <w:color w:val="auto"/>
      <w:sz w:val="22"/>
      <w:szCs w:val="22"/>
      <w:bdr w:val="none" w:sz="0" w:space="0" w:color="auto"/>
      <w:lang w:val="en-GB"/>
    </w:rPr>
  </w:style>
  <w:style w:type="character" w:customStyle="1" w:styleId="BodyTextChar">
    <w:name w:val="Body Text Char"/>
    <w:basedOn w:val="DefaultParagraphFont"/>
    <w:link w:val="BodyText"/>
    <w:rsid w:val="00F52AFD"/>
    <w:rPr>
      <w:rFonts w:ascii="Calibri" w:eastAsia="Calibri" w:hAnsi="Calibri" w:cs="Times New Roman"/>
      <w:u w:color="000000"/>
    </w:rPr>
  </w:style>
  <w:style w:type="paragraph" w:styleId="Title">
    <w:name w:val="Title"/>
    <w:basedOn w:val="Normal"/>
    <w:link w:val="TitleChar"/>
    <w:qFormat/>
    <w:rsid w:val="00F52AFD"/>
    <w:pPr>
      <w:pBdr>
        <w:top w:val="none" w:sz="0" w:space="0" w:color="auto"/>
        <w:left w:val="none" w:sz="0" w:space="0" w:color="auto"/>
        <w:bottom w:val="none" w:sz="0" w:space="0" w:color="auto"/>
        <w:right w:val="none" w:sz="0" w:space="0" w:color="auto"/>
        <w:between w:val="none" w:sz="0" w:space="0" w:color="auto"/>
        <w:bar w:val="none" w:sz="0" w:color="auto"/>
      </w:pBdr>
      <w:jc w:val="center"/>
    </w:pPr>
    <w:rPr>
      <w:rFonts w:ascii="Arial" w:hAnsi="Arial"/>
      <w:b/>
      <w:color w:val="auto"/>
      <w:sz w:val="20"/>
      <w:bdr w:val="none" w:sz="0" w:space="0" w:color="auto"/>
      <w:lang w:val="en-GB"/>
    </w:rPr>
  </w:style>
  <w:style w:type="character" w:customStyle="1" w:styleId="TitleChar">
    <w:name w:val="Title Char"/>
    <w:basedOn w:val="DefaultParagraphFont"/>
    <w:link w:val="Title"/>
    <w:rsid w:val="00F52AFD"/>
    <w:rPr>
      <w:rFonts w:ascii="Arial" w:eastAsia="Times New Roman" w:hAnsi="Arial" w:cs="Times New Roman"/>
      <w:b/>
      <w:sz w:val="20"/>
      <w:szCs w:val="24"/>
      <w:u w:color="000000"/>
    </w:rPr>
  </w:style>
  <w:style w:type="paragraph" w:styleId="Header">
    <w:name w:val="header"/>
    <w:basedOn w:val="Normal"/>
    <w:link w:val="HeaderChar"/>
    <w:uiPriority w:val="99"/>
    <w:unhideWhenUsed/>
    <w:rsid w:val="00F52AFD"/>
    <w:pPr>
      <w:tabs>
        <w:tab w:val="center" w:pos="4513"/>
        <w:tab w:val="right" w:pos="9026"/>
      </w:tabs>
    </w:pPr>
  </w:style>
  <w:style w:type="character" w:customStyle="1" w:styleId="HeaderChar">
    <w:name w:val="Header Char"/>
    <w:basedOn w:val="DefaultParagraphFont"/>
    <w:link w:val="Header"/>
    <w:uiPriority w:val="99"/>
    <w:rsid w:val="00F52AFD"/>
    <w:rPr>
      <w:rFonts w:ascii="Times New Roman" w:eastAsia="Times New Roman" w:hAnsi="Times New Roman" w:cs="Times New Roman"/>
      <w:color w:val="000000"/>
      <w:sz w:val="24"/>
      <w:szCs w:val="24"/>
      <w:u w:color="000000"/>
      <w:bdr w:val="nil"/>
      <w:lang w:val="en-US"/>
    </w:rPr>
  </w:style>
  <w:style w:type="table" w:styleId="TableGrid">
    <w:name w:val="Table Grid"/>
    <w:basedOn w:val="TableNormal"/>
    <w:uiPriority w:val="39"/>
    <w:rsid w:val="0049020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F7ADB"/>
    <w:rPr>
      <w:sz w:val="16"/>
      <w:szCs w:val="16"/>
    </w:rPr>
  </w:style>
  <w:style w:type="paragraph" w:styleId="CommentText">
    <w:name w:val="annotation text"/>
    <w:basedOn w:val="Normal"/>
    <w:link w:val="CommentTextChar"/>
    <w:uiPriority w:val="99"/>
    <w:unhideWhenUsed/>
    <w:rsid w:val="00CF7ADB"/>
    <w:rPr>
      <w:sz w:val="20"/>
      <w:szCs w:val="20"/>
    </w:rPr>
  </w:style>
  <w:style w:type="character" w:customStyle="1" w:styleId="CommentTextChar">
    <w:name w:val="Comment Text Char"/>
    <w:basedOn w:val="DefaultParagraphFont"/>
    <w:link w:val="CommentText"/>
    <w:uiPriority w:val="99"/>
    <w:rsid w:val="00CF7ADB"/>
    <w:rPr>
      <w:rFonts w:ascii="Times New Roman" w:eastAsia="Times New Roman" w:hAnsi="Times New Roman" w:cs="Times New Roman"/>
      <w:color w:val="000000"/>
      <w:sz w:val="20"/>
      <w:szCs w:val="20"/>
      <w:u w:color="000000"/>
      <w:bdr w:val="nil"/>
      <w:lang w:val="en-US"/>
    </w:rPr>
  </w:style>
  <w:style w:type="paragraph" w:styleId="CommentSubject">
    <w:name w:val="annotation subject"/>
    <w:basedOn w:val="CommentText"/>
    <w:next w:val="CommentText"/>
    <w:link w:val="CommentSubjectChar"/>
    <w:uiPriority w:val="99"/>
    <w:semiHidden/>
    <w:unhideWhenUsed/>
    <w:rsid w:val="00CF7ADB"/>
    <w:rPr>
      <w:b/>
      <w:bCs/>
    </w:rPr>
  </w:style>
  <w:style w:type="character" w:customStyle="1" w:styleId="CommentSubjectChar">
    <w:name w:val="Comment Subject Char"/>
    <w:basedOn w:val="CommentTextChar"/>
    <w:link w:val="CommentSubject"/>
    <w:uiPriority w:val="99"/>
    <w:semiHidden/>
    <w:rsid w:val="00CF7ADB"/>
    <w:rPr>
      <w:rFonts w:ascii="Times New Roman" w:eastAsia="Times New Roman" w:hAnsi="Times New Roman" w:cs="Times New Roman"/>
      <w:b/>
      <w:bCs/>
      <w:color w:val="000000"/>
      <w:sz w:val="20"/>
      <w:szCs w:val="20"/>
      <w:u w:color="000000"/>
      <w:bdr w:val="nil"/>
      <w:lang w:val="en-US"/>
    </w:rPr>
  </w:style>
  <w:style w:type="paragraph" w:styleId="BalloonText">
    <w:name w:val="Balloon Text"/>
    <w:basedOn w:val="Normal"/>
    <w:link w:val="BalloonTextChar"/>
    <w:uiPriority w:val="99"/>
    <w:semiHidden/>
    <w:unhideWhenUsed/>
    <w:rsid w:val="007479A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479A7"/>
    <w:rPr>
      <w:rFonts w:ascii="Segoe UI" w:eastAsia="Times New Roman" w:hAnsi="Segoe UI" w:cs="Segoe UI"/>
      <w:color w:val="000000"/>
      <w:sz w:val="18"/>
      <w:szCs w:val="18"/>
      <w:u w:color="000000"/>
      <w:bdr w:val="ni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ettings" Target="settings.xml"/><Relationship Id="rId7" Type="http://schemas.openxmlformats.org/officeDocument/2006/relationships/hyperlink" Target="https://lyric.co.uk/equal-opportunities-form/" TargetMode="External"/><Relationship Id="rId2" Type="http://schemas.openxmlformats.org/officeDocument/2006/relationships/styles" Target="styles.xml"/><Relationship Id="rId16" Type="http://schemas.microsoft.com/office/2016/09/relationships/commentsIds" Target="commentsId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5" Type="http://schemas.microsoft.com/office/2018/08/relationships/commentsExtensible" Target="commentsExtensible.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_rels/settings.xml.rels><?xml version="1.0" encoding="UTF-8" standalone="yes"?>
<Relationships xmlns="http://schemas.openxmlformats.org/package/2006/relationships"><Relationship Id="rId1" Type="http://schemas.openxmlformats.org/officeDocument/2006/relationships/attachedTemplate" Target="file:///W:\Administration\Letterhead\NEW_Lyric%20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NEW_Lyric Letterhead</Template>
  <TotalTime>42</TotalTime>
  <Pages>3</Pages>
  <Words>539</Words>
  <Characters>3075</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Meghana Shah</dc:creator>
  <cp:keywords/>
  <dc:description/>
  <cp:lastModifiedBy>Meghana Shah</cp:lastModifiedBy>
  <cp:revision>14</cp:revision>
  <dcterms:created xsi:type="dcterms:W3CDTF">2024-12-11T10:58:00Z</dcterms:created>
  <dcterms:modified xsi:type="dcterms:W3CDTF">2025-01-10T17:36:00Z</dcterms:modified>
</cp:coreProperties>
</file>