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2105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14:paraId="3EEEB2E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6522BF2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at the Lyric Hammersmith Theatre. We are committed to equal opportunities and welcome applications from everyone.</w:t>
      </w:r>
    </w:p>
    <w:p w14:paraId="796CCF8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5E63895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14:paraId="227726C1" w14:textId="77777777" w:rsidR="002379A3" w:rsidRDefault="002379A3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B98100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AC362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Your Supporting Statement &amp; Information</w:t>
      </w:r>
    </w:p>
    <w:p w14:paraId="00A5A2C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D625966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could range from a cover letter, a video or sound link or in a different format that suits you and the role you are applying for. We would like you to provide supporting information detailing why you are applying for this role.</w:t>
      </w:r>
    </w:p>
    <w:p w14:paraId="710C853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D17C453" w14:textId="77777777" w:rsidTr="00DA0C28">
        <w:tc>
          <w:tcPr>
            <w:tcW w:w="10070" w:type="dxa"/>
          </w:tcPr>
          <w:p w14:paraId="08601276" w14:textId="2E73DBB6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detailing your supporting statement or information, please refer to the job description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 xml:space="preserve"> and a</w:t>
            </w:r>
            <w:r w:rsidR="00F76FE9">
              <w:rPr>
                <w:rFonts w:ascii="Sharp Sans" w:hAnsi="Sharp Sans"/>
                <w:bCs/>
                <w:sz w:val="22"/>
                <w:szCs w:val="22"/>
              </w:rPr>
              <w:t>ss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>ess how you meet the essential criteria</w:t>
            </w: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.  </w:t>
            </w:r>
          </w:p>
          <w:p w14:paraId="68B0ED3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8A3C1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300CA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E625BC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66C2F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75285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3D29EB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21ED3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AC6D5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EB91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033EF0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364D3E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21226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8317DC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DB3AD62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10F843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B50C08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3F7911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B866EF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F5C798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9AF5B4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4CA85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E25E9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153393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C6F0E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15E7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D1F840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3D3733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 xml:space="preserve">Employment and work experience </w:t>
      </w:r>
    </w:p>
    <w:p w14:paraId="01F75D9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9CD6F0D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Starting with the most recent and working backwards chronologically, give details of your previous employment and work experience that is most relevant to this role.</w:t>
      </w:r>
    </w:p>
    <w:p w14:paraId="292A045E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33E9AF3" w14:textId="77777777" w:rsidTr="00DA0C28">
        <w:tc>
          <w:tcPr>
            <w:tcW w:w="10070" w:type="dxa"/>
          </w:tcPr>
          <w:p w14:paraId="4BF64EEC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43BA1D7" w14:textId="77777777" w:rsidTr="00DA0C28">
        <w:tc>
          <w:tcPr>
            <w:tcW w:w="10070" w:type="dxa"/>
          </w:tcPr>
          <w:p w14:paraId="53CB2AF3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52BC0BF9" w14:textId="77777777" w:rsidTr="00DA0C28">
        <w:tc>
          <w:tcPr>
            <w:tcW w:w="10070" w:type="dxa"/>
          </w:tcPr>
          <w:p w14:paraId="6EBC8EB8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2DF2ACEA" w14:textId="77777777" w:rsidTr="00DA0C28">
        <w:tc>
          <w:tcPr>
            <w:tcW w:w="10070" w:type="dxa"/>
          </w:tcPr>
          <w:p w14:paraId="1324354A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6F1D0596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76C44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F7B8A9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18114A7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0023B4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A939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12EFB4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C82BFC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F042B0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51E067E5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BB44CB9" w14:textId="77777777" w:rsidTr="004D3A0A">
        <w:tc>
          <w:tcPr>
            <w:tcW w:w="10070" w:type="dxa"/>
          </w:tcPr>
          <w:p w14:paraId="28FEA2B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E555C06" w14:textId="77777777" w:rsidTr="004D3A0A">
        <w:tc>
          <w:tcPr>
            <w:tcW w:w="10070" w:type="dxa"/>
          </w:tcPr>
          <w:p w14:paraId="5EF028AD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142CE59A" w14:textId="77777777" w:rsidTr="004D3A0A">
        <w:tc>
          <w:tcPr>
            <w:tcW w:w="10070" w:type="dxa"/>
          </w:tcPr>
          <w:p w14:paraId="6BB83096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3DA7DF64" w14:textId="77777777" w:rsidTr="004D3A0A">
        <w:tc>
          <w:tcPr>
            <w:tcW w:w="10070" w:type="dxa"/>
          </w:tcPr>
          <w:p w14:paraId="1971093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207AFBF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91FFD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40A32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9BF058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043CC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3F72D64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C95310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2874173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9E69326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6C31CDDA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68D95938" w14:textId="77777777" w:rsidTr="004D3A0A">
        <w:tc>
          <w:tcPr>
            <w:tcW w:w="10070" w:type="dxa"/>
          </w:tcPr>
          <w:p w14:paraId="4DB30BD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4BAE48FA" w14:textId="77777777" w:rsidTr="004D3A0A">
        <w:tc>
          <w:tcPr>
            <w:tcW w:w="10070" w:type="dxa"/>
          </w:tcPr>
          <w:p w14:paraId="7540A2B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41E18D5D" w14:textId="77777777" w:rsidTr="004D3A0A">
        <w:tc>
          <w:tcPr>
            <w:tcW w:w="10070" w:type="dxa"/>
          </w:tcPr>
          <w:p w14:paraId="78326F3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1EB8ABDF" w14:textId="77777777" w:rsidTr="004D3A0A">
        <w:tc>
          <w:tcPr>
            <w:tcW w:w="10070" w:type="dxa"/>
          </w:tcPr>
          <w:p w14:paraId="04F8F058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5D29255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8ACF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3AD73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608D4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191E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7A2040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D825D2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3DB49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45902C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939899C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Education, qualifications and training</w:t>
      </w:r>
    </w:p>
    <w:p w14:paraId="1F60EE48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4A1F401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lastRenderedPageBreak/>
        <w:t xml:space="preserve">This section is optional but if you wish you can detail information about your relevant education or training. </w:t>
      </w:r>
    </w:p>
    <w:p w14:paraId="341ABEE1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07F698CE" w14:textId="77777777" w:rsidTr="00DA0C28">
        <w:tc>
          <w:tcPr>
            <w:tcW w:w="10070" w:type="dxa"/>
          </w:tcPr>
          <w:p w14:paraId="0119828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S</w:t>
            </w:r>
            <w:r>
              <w:rPr>
                <w:rFonts w:ascii="Sharp Sans" w:hAnsi="Sharp Sans"/>
                <w:bCs/>
                <w:sz w:val="22"/>
                <w:szCs w:val="22"/>
              </w:rPr>
              <w:t>chool, college, university etc:</w:t>
            </w:r>
          </w:p>
          <w:p w14:paraId="4AB11EC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5CA1B7FF" w14:textId="77777777" w:rsidTr="00DA0C28">
        <w:tc>
          <w:tcPr>
            <w:tcW w:w="10070" w:type="dxa"/>
          </w:tcPr>
          <w:p w14:paraId="1A50D3F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Qualifications obtained:</w:t>
            </w:r>
          </w:p>
          <w:p w14:paraId="29E1000E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7CBD1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134195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BC309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31C9DF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722D4CA7" w14:textId="77777777" w:rsidTr="00DA0C28">
        <w:tc>
          <w:tcPr>
            <w:tcW w:w="10070" w:type="dxa"/>
          </w:tcPr>
          <w:p w14:paraId="3BE599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Detail any training or a</w:t>
            </w:r>
            <w:r>
              <w:rPr>
                <w:rFonts w:ascii="Sharp Sans" w:hAnsi="Sharp Sans"/>
                <w:bCs/>
                <w:sz w:val="22"/>
                <w:szCs w:val="22"/>
              </w:rPr>
              <w:t>dditional qualifications below:</w:t>
            </w:r>
          </w:p>
        </w:tc>
      </w:tr>
      <w:tr w:rsidR="00DA0C28" w14:paraId="0B156B95" w14:textId="77777777" w:rsidTr="00DA0C28">
        <w:tc>
          <w:tcPr>
            <w:tcW w:w="10070" w:type="dxa"/>
          </w:tcPr>
          <w:p w14:paraId="4EE2A71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8300F84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6D01AB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89D973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BE6C9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459FB9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FCCEE8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E84C47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14:paraId="01C2E3F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CB10A1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Please give details of two people we may contact for a reference. Your referees should have knowledge of you in a working environment, either paid or voluntary, and one should be your current or most recent employer. </w:t>
      </w:r>
    </w:p>
    <w:p w14:paraId="1EDE1D5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A19119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 w:rsidRPr="00DA0C28">
        <w:rPr>
          <w:rFonts w:ascii="Sharp Sans" w:hAnsi="Sharp Sans"/>
          <w:b/>
          <w:bCs/>
          <w:sz w:val="22"/>
          <w:szCs w:val="22"/>
        </w:rPr>
        <w:t>Referee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7C58E8B8" w14:textId="77777777" w:rsidTr="00DA0C28">
        <w:trPr>
          <w:trHeight w:val="397"/>
        </w:trPr>
        <w:tc>
          <w:tcPr>
            <w:tcW w:w="4106" w:type="dxa"/>
          </w:tcPr>
          <w:p w14:paraId="3EC4860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145783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63573C0" w14:textId="77777777" w:rsidTr="00DA0C28">
        <w:trPr>
          <w:trHeight w:val="430"/>
        </w:trPr>
        <w:tc>
          <w:tcPr>
            <w:tcW w:w="4106" w:type="dxa"/>
          </w:tcPr>
          <w:p w14:paraId="79E4E708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D80186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F1687B6" w14:textId="77777777" w:rsidTr="00DA0C28">
        <w:trPr>
          <w:trHeight w:val="394"/>
        </w:trPr>
        <w:tc>
          <w:tcPr>
            <w:tcW w:w="4106" w:type="dxa"/>
          </w:tcPr>
          <w:p w14:paraId="1BA64D0B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5E64C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4B2D9392" w14:textId="77777777" w:rsidTr="00DA0C28">
        <w:trPr>
          <w:trHeight w:val="428"/>
        </w:trPr>
        <w:tc>
          <w:tcPr>
            <w:tcW w:w="4106" w:type="dxa"/>
          </w:tcPr>
          <w:p w14:paraId="1E615F6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1895F03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EA26FB3" w14:textId="77777777" w:rsidTr="00DA0C28">
        <w:trPr>
          <w:trHeight w:val="690"/>
        </w:trPr>
        <w:tc>
          <w:tcPr>
            <w:tcW w:w="4106" w:type="dxa"/>
          </w:tcPr>
          <w:p w14:paraId="2E833237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7A2A2A3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ECF1F2" w14:textId="77777777" w:rsidTr="00DA0C28">
        <w:trPr>
          <w:trHeight w:val="714"/>
        </w:trPr>
        <w:tc>
          <w:tcPr>
            <w:tcW w:w="4106" w:type="dxa"/>
          </w:tcPr>
          <w:p w14:paraId="78A3F945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459EC4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7B0AD8D5" w14:textId="77777777" w:rsidR="00DA0C28" w:rsidRP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</w:p>
    <w:p w14:paraId="6A2D506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10A1CB7F" w14:textId="77777777" w:rsidTr="004D3A0A">
        <w:trPr>
          <w:trHeight w:val="397"/>
        </w:trPr>
        <w:tc>
          <w:tcPr>
            <w:tcW w:w="4106" w:type="dxa"/>
          </w:tcPr>
          <w:p w14:paraId="67723DFB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24C0B9BA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739ED2A" w14:textId="77777777" w:rsidTr="004D3A0A">
        <w:trPr>
          <w:trHeight w:val="430"/>
        </w:trPr>
        <w:tc>
          <w:tcPr>
            <w:tcW w:w="4106" w:type="dxa"/>
          </w:tcPr>
          <w:p w14:paraId="2A088015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23268145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5A1FD885" w14:textId="77777777" w:rsidTr="004D3A0A">
        <w:trPr>
          <w:trHeight w:val="394"/>
        </w:trPr>
        <w:tc>
          <w:tcPr>
            <w:tcW w:w="4106" w:type="dxa"/>
          </w:tcPr>
          <w:p w14:paraId="244C2778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1892FDD0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AE6E068" w14:textId="77777777" w:rsidTr="004D3A0A">
        <w:trPr>
          <w:trHeight w:val="428"/>
        </w:trPr>
        <w:tc>
          <w:tcPr>
            <w:tcW w:w="4106" w:type="dxa"/>
          </w:tcPr>
          <w:p w14:paraId="12C25CDB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4570FEAC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7CD333" w14:textId="77777777" w:rsidTr="004D3A0A">
        <w:trPr>
          <w:trHeight w:val="690"/>
        </w:trPr>
        <w:tc>
          <w:tcPr>
            <w:tcW w:w="4106" w:type="dxa"/>
          </w:tcPr>
          <w:p w14:paraId="263BBA0B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C5CFDAE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93AAA26" w14:textId="77777777" w:rsidTr="004D3A0A">
        <w:trPr>
          <w:trHeight w:val="714"/>
        </w:trPr>
        <w:tc>
          <w:tcPr>
            <w:tcW w:w="4106" w:type="dxa"/>
          </w:tcPr>
          <w:p w14:paraId="2DBF474F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lastRenderedPageBreak/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1E1F7E3D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1A9E524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B3167" w14:paraId="0F681466" w14:textId="77777777" w:rsidTr="00DA0C28">
        <w:tc>
          <w:tcPr>
            <w:tcW w:w="10070" w:type="dxa"/>
          </w:tcPr>
          <w:p w14:paraId="46C7BC98" w14:textId="77777777" w:rsidR="00CB3167" w:rsidRDefault="00CB3167" w:rsidP="00CB3167">
            <w:pPr>
              <w:pStyle w:val="Default"/>
              <w:jc w:val="both"/>
              <w:rPr>
                <w:rFonts w:ascii="Sharp Sans" w:hAnsi="Sharp Sans"/>
                <w:szCs w:val="23"/>
              </w:rPr>
            </w:pPr>
            <w:r w:rsidRPr="00CB3167">
              <w:rPr>
                <w:rFonts w:ascii="Sharp Sans" w:hAnsi="Sharp Sans"/>
                <w:szCs w:val="23"/>
              </w:rPr>
              <w:t xml:space="preserve">What is your current or most recent salary? </w:t>
            </w:r>
          </w:p>
          <w:p w14:paraId="779AF9A5" w14:textId="77777777" w:rsidR="00CB3167" w:rsidRPr="00CB3167" w:rsidRDefault="00CB3167" w:rsidP="00CB3167">
            <w:pPr>
              <w:pStyle w:val="Default"/>
              <w:jc w:val="both"/>
              <w:rPr>
                <w:rFonts w:ascii="Sharp Sans" w:hAnsi="Sharp Sans"/>
                <w:sz w:val="23"/>
                <w:szCs w:val="23"/>
              </w:rPr>
            </w:pPr>
          </w:p>
        </w:tc>
      </w:tr>
      <w:tr w:rsidR="00CB3167" w14:paraId="62AB0AB7" w14:textId="77777777" w:rsidTr="00DA0C28">
        <w:tc>
          <w:tcPr>
            <w:tcW w:w="10070" w:type="dxa"/>
          </w:tcPr>
          <w:p w14:paraId="26E33E6F" w14:textId="77777777" w:rsidR="00CB3167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6DEF6B2" w14:textId="77777777" w:rsidR="00CB3167" w:rsidRPr="00DA0C28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8A9AB6C" w14:textId="77777777" w:rsidTr="00DA0C28">
        <w:tc>
          <w:tcPr>
            <w:tcW w:w="10070" w:type="dxa"/>
          </w:tcPr>
          <w:p w14:paraId="56C6F8A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14:paraId="2A3E074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6EE3A86" w14:textId="77777777" w:rsidTr="00DA0C28">
        <w:tc>
          <w:tcPr>
            <w:tcW w:w="10070" w:type="dxa"/>
          </w:tcPr>
          <w:p w14:paraId="102221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685E1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1C47F9E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104BCB5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6C5BFEC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Once your application is submitted you will receive an automatic confirmation email. If you do not receive this email please follow up with our Administration Team.  </w:t>
      </w:r>
    </w:p>
    <w:p w14:paraId="2B60945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332835C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p w14:paraId="28A51C5E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13E17A4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61DD216" w14:textId="77777777" w:rsidR="00F52AFD" w:rsidRPr="00455A28" w:rsidRDefault="00F52AFD" w:rsidP="00F52AFD">
      <w:pPr>
        <w:jc w:val="both"/>
        <w:rPr>
          <w:rFonts w:ascii="Sharp Sans" w:hAnsi="Sharp Sans"/>
          <w:bCs/>
          <w:sz w:val="22"/>
          <w:szCs w:val="22"/>
        </w:rPr>
      </w:pPr>
    </w:p>
    <w:sectPr w:rsidR="00F52AFD" w:rsidRPr="00455A28" w:rsidSect="001111F4">
      <w:headerReference w:type="first" r:id="rId7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C882" w14:textId="77777777" w:rsidR="00DA0C28" w:rsidRDefault="00DA0C28" w:rsidP="00F52AFD">
      <w:r>
        <w:separator/>
      </w:r>
    </w:p>
  </w:endnote>
  <w:endnote w:type="continuationSeparator" w:id="0">
    <w:p w14:paraId="7783BB27" w14:textId="77777777" w:rsidR="00DA0C28" w:rsidRDefault="00DA0C2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altName w:val="Folio"/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rp Grotesk Bold 17">
    <w:panose1 w:val="020B0805050702030204"/>
    <w:charset w:val="00"/>
    <w:family w:val="swiss"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2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43C7" w14:textId="77777777" w:rsidR="00DA0C28" w:rsidRDefault="00DA0C28" w:rsidP="00F52AFD">
      <w:r>
        <w:separator/>
      </w:r>
    </w:p>
  </w:footnote>
  <w:footnote w:type="continuationSeparator" w:id="0">
    <w:p w14:paraId="5C3481BA" w14:textId="77777777" w:rsidR="00DA0C28" w:rsidRDefault="00DA0C28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7D9A" w14:textId="77777777" w:rsidR="002379A3" w:rsidRPr="00F52AFD" w:rsidRDefault="00F52AFD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1B4A2990" wp14:editId="07293AA7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76412">
    <w:abstractNumId w:val="0"/>
  </w:num>
  <w:num w:numId="2" w16cid:durableId="2055037768">
    <w:abstractNumId w:val="1"/>
  </w:num>
  <w:num w:numId="3" w16cid:durableId="1449812632">
    <w:abstractNumId w:val="6"/>
  </w:num>
  <w:num w:numId="4" w16cid:durableId="459032243">
    <w:abstractNumId w:val="2"/>
  </w:num>
  <w:num w:numId="5" w16cid:durableId="1993606815">
    <w:abstractNumId w:val="5"/>
  </w:num>
  <w:num w:numId="6" w16cid:durableId="1790977663">
    <w:abstractNumId w:val="7"/>
  </w:num>
  <w:num w:numId="7" w16cid:durableId="725881299">
    <w:abstractNumId w:val="3"/>
  </w:num>
  <w:num w:numId="8" w16cid:durableId="1960600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28"/>
    <w:rsid w:val="002379A3"/>
    <w:rsid w:val="00534E18"/>
    <w:rsid w:val="005D1B4D"/>
    <w:rsid w:val="00860939"/>
    <w:rsid w:val="0096562C"/>
    <w:rsid w:val="00A45A85"/>
    <w:rsid w:val="00CB3167"/>
    <w:rsid w:val="00DA0C28"/>
    <w:rsid w:val="00F12FEA"/>
    <w:rsid w:val="00F52AFD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D25F3F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20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4</cp:revision>
  <dcterms:created xsi:type="dcterms:W3CDTF">2024-03-12T12:53:00Z</dcterms:created>
  <dcterms:modified xsi:type="dcterms:W3CDTF">2025-09-01T17:23:00Z</dcterms:modified>
</cp:coreProperties>
</file>